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57B" w:rsidRDefault="0017457B" w:rsidP="0017457B">
      <w:pPr>
        <w:spacing w:line="600" w:lineRule="exact"/>
        <w:jc w:val="center"/>
        <w:rPr>
          <w:rFonts w:ascii="方正小标宋简体" w:eastAsia="方正小标宋简体" w:hint="eastAsia"/>
          <w:bCs/>
          <w:sz w:val="44"/>
          <w:szCs w:val="44"/>
        </w:rPr>
      </w:pPr>
      <w:r>
        <w:rPr>
          <w:rFonts w:ascii="仿宋" w:eastAsia="仿宋" w:hAnsi="仿宋" w:hint="eastAsia"/>
          <w:bCs/>
          <w:sz w:val="32"/>
          <w:szCs w:val="32"/>
          <w:lang w:val="en-US" w:eastAsia="zh-CN"/>
        </w:rPr>
        <w:pict>
          <v:shapetype id="_x0000_t202" coordsize="21600,21600" o:spt="202" path="m,l,21600r21600,l21600,xe">
            <v:stroke joinstyle="miter"/>
            <v:path gradientshapeok="t" o:connecttype="rect"/>
          </v:shapetype>
          <v:shape id="文本框 2" o:spid="_x0000_s1026" type="#_x0000_t202" style="position:absolute;left:0;text-align:left;margin-left:-30.05pt;margin-top:-43.85pt;width:176.85pt;height:134.35pt;z-index:251660288;mso-width-percent:400;mso-height-percent:200;mso-width-percent:400;mso-height-percent:200;mso-width-relative:margin;mso-height-relative:margin" filled="f" stroked="f">
            <v:textbox style="mso-fit-shape-to-text:t">
              <w:txbxContent>
                <w:p w:rsidR="0017457B" w:rsidRPr="0017457B" w:rsidRDefault="0017457B" w:rsidP="0017457B">
                  <w:pPr>
                    <w:spacing w:line="600" w:lineRule="exact"/>
                    <w:rPr>
                      <w:rFonts w:ascii="黑体" w:eastAsia="黑体" w:hAnsi="黑体" w:hint="eastAsia"/>
                      <w:bCs/>
                      <w:sz w:val="32"/>
                      <w:szCs w:val="32"/>
                    </w:rPr>
                  </w:pPr>
                  <w:r w:rsidRPr="0017457B">
                    <w:rPr>
                      <w:rFonts w:ascii="黑体" w:eastAsia="黑体" w:hAnsi="黑体" w:hint="eastAsia"/>
                      <w:bCs/>
                      <w:sz w:val="32"/>
                      <w:szCs w:val="32"/>
                    </w:rPr>
                    <w:t>附件1</w:t>
                  </w:r>
                </w:p>
                <w:p w:rsidR="0017457B" w:rsidRDefault="0017457B" w:rsidP="0017457B"/>
              </w:txbxContent>
            </v:textbox>
          </v:shape>
        </w:pict>
      </w:r>
      <w:r>
        <w:rPr>
          <w:rFonts w:ascii="方正小标宋简体" w:eastAsia="方正小标宋简体" w:hint="eastAsia"/>
          <w:bCs/>
          <w:sz w:val="44"/>
          <w:szCs w:val="44"/>
        </w:rPr>
        <w:t>中医医术确有专长人员（师承学习人员）</w:t>
      </w:r>
    </w:p>
    <w:p w:rsidR="0017457B" w:rsidRDefault="0017457B" w:rsidP="0017457B">
      <w:pPr>
        <w:spacing w:line="600" w:lineRule="exact"/>
        <w:jc w:val="center"/>
        <w:rPr>
          <w:rFonts w:ascii="方正小标宋简体" w:eastAsia="方正小标宋简体" w:hint="eastAsia"/>
          <w:bCs/>
          <w:sz w:val="44"/>
          <w:szCs w:val="44"/>
        </w:rPr>
      </w:pPr>
      <w:r>
        <w:rPr>
          <w:rFonts w:ascii="方正小标宋简体" w:eastAsia="方正小标宋简体" w:hint="eastAsia"/>
          <w:bCs/>
          <w:sz w:val="44"/>
          <w:szCs w:val="44"/>
        </w:rPr>
        <w:t>医师资格考核申请表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tblPr>
      <w:tblGrid>
        <w:gridCol w:w="1603"/>
        <w:gridCol w:w="108"/>
        <w:gridCol w:w="1877"/>
        <w:gridCol w:w="26"/>
        <w:gridCol w:w="966"/>
        <w:gridCol w:w="851"/>
        <w:gridCol w:w="169"/>
        <w:gridCol w:w="681"/>
        <w:gridCol w:w="1134"/>
        <w:gridCol w:w="142"/>
        <w:gridCol w:w="1134"/>
        <w:gridCol w:w="1090"/>
      </w:tblGrid>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姓名</w:t>
            </w:r>
          </w:p>
        </w:tc>
        <w:tc>
          <w:tcPr>
            <w:tcW w:w="1903" w:type="dxa"/>
            <w:gridSpan w:val="2"/>
            <w:vAlign w:val="center"/>
          </w:tcPr>
          <w:p w:rsidR="0017457B" w:rsidRDefault="0017457B" w:rsidP="002A1CE9">
            <w:pPr>
              <w:spacing w:line="360" w:lineRule="auto"/>
              <w:jc w:val="center"/>
              <w:rPr>
                <w:rFonts w:ascii="仿宋_GB2312" w:eastAsia="仿宋_GB2312" w:hint="eastAsia"/>
                <w:bCs/>
                <w:sz w:val="24"/>
              </w:rPr>
            </w:pPr>
          </w:p>
        </w:tc>
        <w:tc>
          <w:tcPr>
            <w:tcW w:w="1986"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性别</w:t>
            </w:r>
          </w:p>
        </w:tc>
        <w:tc>
          <w:tcPr>
            <w:tcW w:w="1957" w:type="dxa"/>
            <w:gridSpan w:val="3"/>
          </w:tcPr>
          <w:p w:rsidR="0017457B" w:rsidRDefault="0017457B" w:rsidP="002A1CE9">
            <w:pPr>
              <w:spacing w:line="360" w:lineRule="auto"/>
              <w:jc w:val="center"/>
              <w:rPr>
                <w:rFonts w:ascii="仿宋_GB2312" w:eastAsia="仿宋_GB2312" w:hint="eastAsia"/>
                <w:bCs/>
                <w:sz w:val="24"/>
              </w:rPr>
            </w:pPr>
          </w:p>
        </w:tc>
        <w:tc>
          <w:tcPr>
            <w:tcW w:w="2224" w:type="dxa"/>
            <w:gridSpan w:val="2"/>
            <w:vMerge w:val="restart"/>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照 片</w:t>
            </w: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出生年月</w:t>
            </w:r>
          </w:p>
        </w:tc>
        <w:tc>
          <w:tcPr>
            <w:tcW w:w="1903" w:type="dxa"/>
            <w:gridSpan w:val="2"/>
            <w:vAlign w:val="center"/>
          </w:tcPr>
          <w:p w:rsidR="0017457B" w:rsidRDefault="0017457B" w:rsidP="002A1CE9">
            <w:pPr>
              <w:spacing w:line="360" w:lineRule="auto"/>
              <w:jc w:val="center"/>
              <w:rPr>
                <w:rFonts w:ascii="仿宋_GB2312" w:eastAsia="仿宋_GB2312" w:hint="eastAsia"/>
                <w:bCs/>
                <w:sz w:val="24"/>
              </w:rPr>
            </w:pPr>
          </w:p>
        </w:tc>
        <w:tc>
          <w:tcPr>
            <w:tcW w:w="1986"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民族</w:t>
            </w:r>
          </w:p>
        </w:tc>
        <w:tc>
          <w:tcPr>
            <w:tcW w:w="1957" w:type="dxa"/>
            <w:gridSpan w:val="3"/>
          </w:tcPr>
          <w:p w:rsidR="0017457B" w:rsidRDefault="0017457B" w:rsidP="002A1CE9">
            <w:pPr>
              <w:spacing w:line="360" w:lineRule="auto"/>
              <w:jc w:val="center"/>
              <w:rPr>
                <w:rFonts w:ascii="仿宋_GB2312" w:eastAsia="仿宋_GB2312" w:hint="eastAsia"/>
                <w:bCs/>
                <w:sz w:val="24"/>
              </w:rPr>
            </w:pPr>
          </w:p>
        </w:tc>
        <w:tc>
          <w:tcPr>
            <w:tcW w:w="2224" w:type="dxa"/>
            <w:gridSpan w:val="2"/>
            <w:vMerge/>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文化程度</w:t>
            </w:r>
          </w:p>
        </w:tc>
        <w:tc>
          <w:tcPr>
            <w:tcW w:w="1903" w:type="dxa"/>
            <w:gridSpan w:val="2"/>
            <w:vAlign w:val="center"/>
          </w:tcPr>
          <w:p w:rsidR="0017457B" w:rsidRDefault="0017457B" w:rsidP="002A1CE9">
            <w:pPr>
              <w:spacing w:line="360" w:lineRule="auto"/>
              <w:jc w:val="center"/>
              <w:rPr>
                <w:rFonts w:ascii="仿宋_GB2312" w:eastAsia="仿宋_GB2312" w:hint="eastAsia"/>
                <w:bCs/>
                <w:sz w:val="24"/>
              </w:rPr>
            </w:pPr>
          </w:p>
        </w:tc>
        <w:tc>
          <w:tcPr>
            <w:tcW w:w="1986"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政治面貌</w:t>
            </w:r>
          </w:p>
        </w:tc>
        <w:tc>
          <w:tcPr>
            <w:tcW w:w="1957" w:type="dxa"/>
            <w:gridSpan w:val="3"/>
          </w:tcPr>
          <w:p w:rsidR="0017457B" w:rsidRDefault="0017457B" w:rsidP="002A1CE9">
            <w:pPr>
              <w:spacing w:line="360" w:lineRule="auto"/>
              <w:jc w:val="center"/>
              <w:rPr>
                <w:rFonts w:ascii="仿宋_GB2312" w:eastAsia="仿宋_GB2312" w:hint="eastAsia"/>
                <w:bCs/>
                <w:sz w:val="24"/>
              </w:rPr>
            </w:pPr>
          </w:p>
        </w:tc>
        <w:tc>
          <w:tcPr>
            <w:tcW w:w="2224" w:type="dxa"/>
            <w:gridSpan w:val="2"/>
            <w:vMerge/>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健康状况</w:t>
            </w:r>
          </w:p>
        </w:tc>
        <w:tc>
          <w:tcPr>
            <w:tcW w:w="1903" w:type="dxa"/>
            <w:gridSpan w:val="2"/>
            <w:vAlign w:val="center"/>
          </w:tcPr>
          <w:p w:rsidR="0017457B" w:rsidRDefault="0017457B" w:rsidP="002A1CE9">
            <w:pPr>
              <w:spacing w:line="360" w:lineRule="auto"/>
              <w:jc w:val="center"/>
              <w:rPr>
                <w:rFonts w:ascii="仿宋_GB2312" w:eastAsia="仿宋_GB2312" w:hint="eastAsia"/>
                <w:bCs/>
                <w:sz w:val="24"/>
              </w:rPr>
            </w:pPr>
          </w:p>
        </w:tc>
        <w:tc>
          <w:tcPr>
            <w:tcW w:w="1986"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现从事主要职业</w:t>
            </w:r>
          </w:p>
        </w:tc>
        <w:tc>
          <w:tcPr>
            <w:tcW w:w="1957" w:type="dxa"/>
            <w:gridSpan w:val="3"/>
            <w:tcBorders>
              <w:bottom w:val="single" w:sz="4" w:space="0" w:color="auto"/>
            </w:tcBorders>
          </w:tcPr>
          <w:p w:rsidR="0017457B" w:rsidRDefault="0017457B" w:rsidP="002A1CE9">
            <w:pPr>
              <w:spacing w:line="360" w:lineRule="auto"/>
              <w:jc w:val="center"/>
              <w:rPr>
                <w:rFonts w:ascii="仿宋_GB2312" w:eastAsia="仿宋_GB2312" w:hint="eastAsia"/>
                <w:bCs/>
                <w:sz w:val="24"/>
              </w:rPr>
            </w:pPr>
          </w:p>
        </w:tc>
        <w:tc>
          <w:tcPr>
            <w:tcW w:w="2224" w:type="dxa"/>
            <w:gridSpan w:val="2"/>
            <w:vMerge/>
            <w:tcBorders>
              <w:bottom w:val="single" w:sz="4" w:space="0" w:color="auto"/>
            </w:tcBorders>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工作单位</w:t>
            </w:r>
          </w:p>
        </w:tc>
        <w:tc>
          <w:tcPr>
            <w:tcW w:w="8070" w:type="dxa"/>
            <w:gridSpan w:val="10"/>
            <w:vAlign w:val="center"/>
          </w:tcPr>
          <w:p w:rsidR="0017457B" w:rsidRDefault="0017457B" w:rsidP="002A1CE9">
            <w:pPr>
              <w:jc w:val="left"/>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家庭地址</w:t>
            </w:r>
          </w:p>
        </w:tc>
        <w:tc>
          <w:tcPr>
            <w:tcW w:w="8070" w:type="dxa"/>
            <w:gridSpan w:val="10"/>
            <w:vAlign w:val="center"/>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通讯地址</w:t>
            </w:r>
          </w:p>
        </w:tc>
        <w:tc>
          <w:tcPr>
            <w:tcW w:w="8070" w:type="dxa"/>
            <w:gridSpan w:val="10"/>
            <w:vAlign w:val="center"/>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邮编</w:t>
            </w:r>
          </w:p>
        </w:tc>
        <w:tc>
          <w:tcPr>
            <w:tcW w:w="2869" w:type="dxa"/>
            <w:gridSpan w:val="3"/>
            <w:vAlign w:val="center"/>
          </w:tcPr>
          <w:p w:rsidR="0017457B" w:rsidRDefault="0017457B" w:rsidP="002A1CE9">
            <w:pPr>
              <w:spacing w:line="360" w:lineRule="auto"/>
              <w:jc w:val="center"/>
              <w:rPr>
                <w:rFonts w:ascii="仿宋_GB2312" w:eastAsia="仿宋_GB2312" w:hint="eastAsia"/>
                <w:bCs/>
                <w:sz w:val="24"/>
              </w:rPr>
            </w:pPr>
          </w:p>
        </w:tc>
        <w:tc>
          <w:tcPr>
            <w:tcW w:w="1701"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联系电话</w:t>
            </w:r>
          </w:p>
        </w:tc>
        <w:tc>
          <w:tcPr>
            <w:tcW w:w="3500" w:type="dxa"/>
            <w:gridSpan w:val="4"/>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户籍所在地</w:t>
            </w:r>
          </w:p>
        </w:tc>
        <w:tc>
          <w:tcPr>
            <w:tcW w:w="2869" w:type="dxa"/>
            <w:gridSpan w:val="3"/>
            <w:vAlign w:val="center"/>
          </w:tcPr>
          <w:p w:rsidR="0017457B" w:rsidRDefault="0017457B" w:rsidP="002A1CE9">
            <w:pPr>
              <w:spacing w:line="360" w:lineRule="auto"/>
              <w:jc w:val="center"/>
              <w:rPr>
                <w:rFonts w:ascii="仿宋_GB2312" w:eastAsia="仿宋_GB2312" w:hint="eastAsia"/>
                <w:bCs/>
                <w:sz w:val="24"/>
              </w:rPr>
            </w:pPr>
          </w:p>
        </w:tc>
        <w:tc>
          <w:tcPr>
            <w:tcW w:w="1701"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身份证号码</w:t>
            </w:r>
          </w:p>
        </w:tc>
        <w:tc>
          <w:tcPr>
            <w:tcW w:w="3500" w:type="dxa"/>
            <w:gridSpan w:val="4"/>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跟师学习地点</w:t>
            </w:r>
          </w:p>
        </w:tc>
        <w:tc>
          <w:tcPr>
            <w:tcW w:w="2869" w:type="dxa"/>
            <w:gridSpan w:val="3"/>
            <w:vAlign w:val="center"/>
          </w:tcPr>
          <w:p w:rsidR="0017457B" w:rsidRDefault="0017457B" w:rsidP="002A1CE9">
            <w:pPr>
              <w:spacing w:line="360" w:lineRule="auto"/>
              <w:jc w:val="center"/>
              <w:rPr>
                <w:rFonts w:ascii="仿宋_GB2312" w:eastAsia="仿宋_GB2312" w:hint="eastAsia"/>
                <w:bCs/>
                <w:sz w:val="24"/>
              </w:rPr>
            </w:pPr>
          </w:p>
        </w:tc>
        <w:tc>
          <w:tcPr>
            <w:tcW w:w="1701" w:type="dxa"/>
            <w:gridSpan w:val="3"/>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跟师学习时间</w:t>
            </w:r>
          </w:p>
        </w:tc>
        <w:tc>
          <w:tcPr>
            <w:tcW w:w="3500" w:type="dxa"/>
            <w:gridSpan w:val="4"/>
            <w:vAlign w:val="center"/>
          </w:tcPr>
          <w:p w:rsidR="0017457B" w:rsidRDefault="0017457B" w:rsidP="002A1CE9">
            <w:pPr>
              <w:spacing w:line="360" w:lineRule="auto"/>
              <w:ind w:firstLineChars="250" w:firstLine="600"/>
              <w:jc w:val="left"/>
              <w:rPr>
                <w:rFonts w:ascii="仿宋_GB2312" w:eastAsia="仿宋_GB2312" w:hint="eastAsia"/>
                <w:bCs/>
                <w:sz w:val="24"/>
              </w:rPr>
            </w:pPr>
            <w:r>
              <w:rPr>
                <w:rFonts w:ascii="仿宋_GB2312" w:eastAsia="仿宋_GB2312" w:hint="eastAsia"/>
                <w:bCs/>
                <w:sz w:val="24"/>
              </w:rPr>
              <w:t>年   月至     年   月</w:t>
            </w:r>
          </w:p>
        </w:tc>
      </w:tr>
      <w:tr w:rsidR="0017457B" w:rsidTr="002A1CE9">
        <w:trPr>
          <w:trHeight w:val="737"/>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医术专长</w:t>
            </w:r>
          </w:p>
        </w:tc>
        <w:tc>
          <w:tcPr>
            <w:tcW w:w="4570" w:type="dxa"/>
            <w:gridSpan w:val="6"/>
            <w:tcBorders>
              <w:right w:val="single" w:sz="4" w:space="0" w:color="auto"/>
            </w:tcBorders>
            <w:vAlign w:val="center"/>
          </w:tcPr>
          <w:p w:rsidR="0017457B" w:rsidRDefault="0017457B" w:rsidP="002A1CE9">
            <w:pPr>
              <w:jc w:val="center"/>
              <w:rPr>
                <w:rFonts w:ascii="仿宋_GB2312" w:eastAsia="仿宋_GB2312" w:hint="eastAsia"/>
                <w:bCs/>
                <w:sz w:val="24"/>
              </w:rPr>
            </w:pPr>
          </w:p>
          <w:p w:rsidR="0017457B" w:rsidRDefault="0017457B" w:rsidP="002A1CE9">
            <w:pPr>
              <w:spacing w:line="360" w:lineRule="auto"/>
              <w:jc w:val="center"/>
              <w:rPr>
                <w:rFonts w:ascii="仿宋_GB2312" w:eastAsia="仿宋_GB2312" w:hint="eastAsia"/>
                <w:bCs/>
                <w:sz w:val="24"/>
              </w:rPr>
            </w:pPr>
          </w:p>
          <w:p w:rsidR="0017457B" w:rsidRDefault="0017457B" w:rsidP="002A1CE9">
            <w:pPr>
              <w:spacing w:line="360" w:lineRule="auto"/>
              <w:jc w:val="center"/>
              <w:rPr>
                <w:rFonts w:ascii="仿宋_GB2312" w:eastAsia="仿宋_GB2312" w:hint="eastAsia"/>
                <w:bCs/>
                <w:sz w:val="24"/>
              </w:rPr>
            </w:pPr>
          </w:p>
        </w:tc>
        <w:tc>
          <w:tcPr>
            <w:tcW w:w="1276" w:type="dxa"/>
            <w:gridSpan w:val="2"/>
            <w:tcBorders>
              <w:left w:val="single" w:sz="4" w:space="0" w:color="auto"/>
            </w:tcBorders>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近五年</w:t>
            </w:r>
          </w:p>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服务人数</w:t>
            </w:r>
          </w:p>
        </w:tc>
        <w:tc>
          <w:tcPr>
            <w:tcW w:w="2224" w:type="dxa"/>
            <w:gridSpan w:val="2"/>
          </w:tcPr>
          <w:p w:rsidR="0017457B" w:rsidRDefault="0017457B" w:rsidP="002A1CE9">
            <w:pPr>
              <w:spacing w:line="360" w:lineRule="auto"/>
              <w:jc w:val="center"/>
              <w:rPr>
                <w:rFonts w:ascii="仿宋_GB2312" w:eastAsia="仿宋_GB2312" w:hint="eastAsia"/>
                <w:bCs/>
                <w:sz w:val="24"/>
              </w:rPr>
            </w:pPr>
          </w:p>
        </w:tc>
      </w:tr>
      <w:tr w:rsidR="0017457B" w:rsidTr="002A1CE9">
        <w:trPr>
          <w:trHeight w:val="2329"/>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文化学习</w:t>
            </w:r>
          </w:p>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经历</w:t>
            </w:r>
          </w:p>
        </w:tc>
        <w:tc>
          <w:tcPr>
            <w:tcW w:w="8070" w:type="dxa"/>
            <w:gridSpan w:val="10"/>
          </w:tcPr>
          <w:p w:rsidR="0017457B" w:rsidRDefault="0017457B" w:rsidP="002A1CE9">
            <w:pPr>
              <w:spacing w:line="360" w:lineRule="auto"/>
              <w:rPr>
                <w:rFonts w:ascii="仿宋_GB2312" w:eastAsia="仿宋_GB2312" w:hint="eastAsia"/>
                <w:bCs/>
                <w:sz w:val="24"/>
              </w:rPr>
            </w:pPr>
            <w:r>
              <w:rPr>
                <w:rFonts w:ascii="仿宋_GB2312" w:eastAsia="仿宋_GB2312" w:hint="eastAsia"/>
                <w:bCs/>
                <w:sz w:val="24"/>
              </w:rPr>
              <w:t xml:space="preserve"> </w:t>
            </w: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tc>
      </w:tr>
      <w:tr w:rsidR="0017457B" w:rsidTr="002A1CE9">
        <w:trPr>
          <w:trHeight w:val="2329"/>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lastRenderedPageBreak/>
              <w:t>跟师学习</w:t>
            </w:r>
          </w:p>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医术及实践</w:t>
            </w:r>
          </w:p>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经历</w:t>
            </w:r>
          </w:p>
        </w:tc>
        <w:tc>
          <w:tcPr>
            <w:tcW w:w="8070" w:type="dxa"/>
            <w:gridSpan w:val="10"/>
          </w:tcPr>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p w:rsidR="0017457B" w:rsidRDefault="0017457B" w:rsidP="002A1CE9">
            <w:pPr>
              <w:spacing w:line="360" w:lineRule="auto"/>
              <w:rPr>
                <w:rFonts w:ascii="仿宋_GB2312" w:eastAsia="仿宋_GB2312" w:hint="eastAsia"/>
                <w:bCs/>
                <w:sz w:val="24"/>
              </w:rPr>
            </w:pPr>
          </w:p>
        </w:tc>
      </w:tr>
      <w:tr w:rsidR="0017457B" w:rsidTr="002A1CE9">
        <w:trPr>
          <w:trHeight w:val="3382"/>
          <w:jc w:val="center"/>
        </w:trPr>
        <w:tc>
          <w:tcPr>
            <w:tcW w:w="1711"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医术专长</w:t>
            </w:r>
          </w:p>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综述</w:t>
            </w:r>
          </w:p>
        </w:tc>
        <w:tc>
          <w:tcPr>
            <w:tcW w:w="8070" w:type="dxa"/>
            <w:gridSpan w:val="10"/>
          </w:tcPr>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p w:rsidR="0017457B" w:rsidRDefault="0017457B" w:rsidP="002A1CE9">
            <w:pPr>
              <w:spacing w:line="360" w:lineRule="auto"/>
              <w:rPr>
                <w:rFonts w:ascii="仿宋_GB2312" w:eastAsia="仿宋_GB2312" w:hint="eastAsia"/>
                <w:bCs/>
                <w:szCs w:val="21"/>
              </w:rPr>
            </w:pPr>
          </w:p>
        </w:tc>
      </w:tr>
      <w:tr w:rsidR="0017457B" w:rsidTr="002A1CE9">
        <w:trPr>
          <w:trHeight w:val="680"/>
          <w:jc w:val="center"/>
        </w:trPr>
        <w:tc>
          <w:tcPr>
            <w:tcW w:w="9781" w:type="dxa"/>
            <w:gridSpan w:val="12"/>
            <w:vAlign w:val="center"/>
          </w:tcPr>
          <w:p w:rsidR="0017457B" w:rsidRDefault="0017457B" w:rsidP="002A1CE9">
            <w:pPr>
              <w:spacing w:line="360" w:lineRule="auto"/>
              <w:rPr>
                <w:rFonts w:ascii="仿宋_GB2312" w:eastAsia="仿宋_GB2312" w:hint="eastAsia"/>
                <w:bCs/>
                <w:szCs w:val="21"/>
              </w:rPr>
            </w:pPr>
            <w:r>
              <w:rPr>
                <w:rFonts w:ascii="仿宋_GB2312" w:eastAsia="仿宋_GB2312" w:hint="eastAsia"/>
                <w:bCs/>
                <w:szCs w:val="21"/>
              </w:rPr>
              <w:t>回顾性中医医术实践资料5例（需提供患者真实姓名、住址、电话，以附件形式附后）</w:t>
            </w:r>
          </w:p>
        </w:tc>
      </w:tr>
      <w:tr w:rsidR="0017457B" w:rsidTr="002A1CE9">
        <w:trPr>
          <w:trHeight w:val="1540"/>
          <w:jc w:val="center"/>
        </w:trPr>
        <w:tc>
          <w:tcPr>
            <w:tcW w:w="9781" w:type="dxa"/>
            <w:gridSpan w:val="12"/>
          </w:tcPr>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r>
              <w:rPr>
                <w:rFonts w:ascii="仿宋_GB2312" w:eastAsia="仿宋_GB2312" w:hint="eastAsia"/>
                <w:bCs/>
                <w:sz w:val="24"/>
              </w:rPr>
              <w:t>本人承诺所填报信息全部真实准确，如有虚假，个人自行承担后果。</w:t>
            </w: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ind w:firstLineChars="2400" w:firstLine="5760"/>
              <w:rPr>
                <w:rFonts w:ascii="仿宋_GB2312" w:eastAsia="仿宋_GB2312" w:hint="eastAsia"/>
                <w:bCs/>
                <w:sz w:val="24"/>
                <w:u w:val="single"/>
              </w:rPr>
            </w:pPr>
            <w:r>
              <w:rPr>
                <w:rFonts w:ascii="仿宋_GB2312" w:eastAsia="仿宋_GB2312" w:hint="eastAsia"/>
                <w:bCs/>
                <w:sz w:val="24"/>
              </w:rPr>
              <w:t>本人签字：</w:t>
            </w:r>
            <w:r>
              <w:rPr>
                <w:rFonts w:ascii="仿宋_GB2312" w:eastAsia="仿宋_GB2312" w:hint="eastAsia"/>
                <w:bCs/>
                <w:sz w:val="24"/>
                <w:u w:val="single"/>
              </w:rPr>
              <w:t xml:space="preserve">　　　　　　</w:t>
            </w:r>
          </w:p>
          <w:p w:rsidR="0017457B" w:rsidRDefault="0017457B" w:rsidP="002A1CE9">
            <w:pPr>
              <w:ind w:leftChars="3000" w:left="6300"/>
              <w:rPr>
                <w:rFonts w:ascii="仿宋_GB2312" w:eastAsia="仿宋_GB2312" w:hint="eastAsia"/>
                <w:bCs/>
                <w:sz w:val="24"/>
                <w:u w:val="single"/>
              </w:rPr>
            </w:pPr>
          </w:p>
          <w:p w:rsidR="0017457B" w:rsidRDefault="0017457B" w:rsidP="002A1CE9">
            <w:pPr>
              <w:ind w:firstLineChars="2400" w:firstLine="5760"/>
              <w:rPr>
                <w:rFonts w:ascii="仿宋_GB2312" w:eastAsia="仿宋_GB2312" w:hint="eastAsia"/>
                <w:bCs/>
                <w:sz w:val="24"/>
              </w:rPr>
            </w:pPr>
            <w:r>
              <w:rPr>
                <w:rFonts w:ascii="仿宋_GB2312" w:eastAsia="仿宋_GB2312" w:hint="eastAsia"/>
                <w:bCs/>
                <w:sz w:val="24"/>
              </w:rPr>
              <w:t>日    期：　　　年　　月　　日</w:t>
            </w:r>
          </w:p>
          <w:p w:rsidR="0017457B" w:rsidRDefault="0017457B" w:rsidP="002A1CE9">
            <w:pPr>
              <w:ind w:leftChars="3000" w:left="6300"/>
              <w:rPr>
                <w:rFonts w:ascii="仿宋_GB2312" w:eastAsia="仿宋_GB2312" w:hint="eastAsia"/>
                <w:bCs/>
                <w:sz w:val="24"/>
              </w:rPr>
            </w:pPr>
          </w:p>
        </w:tc>
      </w:tr>
      <w:tr w:rsidR="0017457B" w:rsidTr="002A1CE9">
        <w:trPr>
          <w:trHeight w:val="737"/>
          <w:jc w:val="center"/>
        </w:trPr>
        <w:tc>
          <w:tcPr>
            <w:tcW w:w="1603" w:type="dxa"/>
            <w:vMerge w:val="restart"/>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lastRenderedPageBreak/>
              <w:t>指导老师</w:t>
            </w:r>
          </w:p>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基本情况</w:t>
            </w:r>
          </w:p>
        </w:tc>
        <w:tc>
          <w:tcPr>
            <w:tcW w:w="1985" w:type="dxa"/>
            <w:gridSpan w:val="2"/>
            <w:vAlign w:val="center"/>
          </w:tcPr>
          <w:p w:rsidR="0017457B" w:rsidRDefault="0017457B" w:rsidP="002A1CE9">
            <w:pPr>
              <w:spacing w:line="300" w:lineRule="exact"/>
              <w:jc w:val="center"/>
              <w:rPr>
                <w:rFonts w:ascii="仿宋_GB2312" w:eastAsia="仿宋_GB2312" w:hint="eastAsia"/>
                <w:bCs/>
                <w:sz w:val="24"/>
              </w:rPr>
            </w:pPr>
            <w:r>
              <w:rPr>
                <w:rFonts w:ascii="仿宋_GB2312" w:eastAsia="仿宋_GB2312" w:hint="eastAsia"/>
                <w:bCs/>
                <w:sz w:val="24"/>
              </w:rPr>
              <w:t>姓名</w:t>
            </w:r>
          </w:p>
        </w:tc>
        <w:tc>
          <w:tcPr>
            <w:tcW w:w="1843" w:type="dxa"/>
            <w:gridSpan w:val="3"/>
            <w:vAlign w:val="center"/>
          </w:tcPr>
          <w:p w:rsidR="0017457B" w:rsidRDefault="0017457B" w:rsidP="002A1CE9">
            <w:pPr>
              <w:spacing w:line="360" w:lineRule="auto"/>
              <w:jc w:val="center"/>
              <w:rPr>
                <w:rFonts w:ascii="仿宋_GB2312" w:eastAsia="仿宋_GB2312" w:hint="eastAsia"/>
                <w:bCs/>
                <w:sz w:val="24"/>
              </w:rPr>
            </w:pPr>
          </w:p>
        </w:tc>
        <w:tc>
          <w:tcPr>
            <w:tcW w:w="850"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性别</w:t>
            </w:r>
          </w:p>
        </w:tc>
        <w:tc>
          <w:tcPr>
            <w:tcW w:w="1134" w:type="dxa"/>
            <w:vAlign w:val="center"/>
          </w:tcPr>
          <w:p w:rsidR="0017457B" w:rsidRDefault="0017457B" w:rsidP="002A1CE9">
            <w:pPr>
              <w:spacing w:line="360" w:lineRule="auto"/>
              <w:jc w:val="center"/>
              <w:rPr>
                <w:rFonts w:ascii="仿宋_GB2312" w:eastAsia="仿宋_GB2312" w:hint="eastAsia"/>
                <w:bCs/>
                <w:sz w:val="24"/>
              </w:rPr>
            </w:pPr>
          </w:p>
        </w:tc>
        <w:tc>
          <w:tcPr>
            <w:tcW w:w="1276" w:type="dxa"/>
            <w:gridSpan w:val="2"/>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民族</w:t>
            </w:r>
          </w:p>
        </w:tc>
        <w:tc>
          <w:tcPr>
            <w:tcW w:w="1090" w:type="dxa"/>
            <w:vAlign w:val="center"/>
          </w:tcPr>
          <w:p w:rsidR="0017457B" w:rsidRDefault="0017457B" w:rsidP="002A1CE9">
            <w:pPr>
              <w:spacing w:line="360" w:lineRule="auto"/>
              <w:jc w:val="center"/>
              <w:rPr>
                <w:rFonts w:ascii="仿宋_GB2312" w:eastAsia="仿宋_GB2312" w:hint="eastAsia"/>
                <w:bCs/>
                <w:sz w:val="24"/>
              </w:rPr>
            </w:pPr>
          </w:p>
        </w:tc>
      </w:tr>
      <w:tr w:rsidR="0017457B" w:rsidTr="002A1CE9">
        <w:trPr>
          <w:trHeight w:val="737"/>
          <w:jc w:val="center"/>
        </w:trPr>
        <w:tc>
          <w:tcPr>
            <w:tcW w:w="1603" w:type="dxa"/>
            <w:vMerge/>
            <w:vAlign w:val="center"/>
          </w:tcPr>
          <w:p w:rsidR="0017457B" w:rsidRDefault="0017457B" w:rsidP="002A1CE9">
            <w:pPr>
              <w:jc w:val="center"/>
              <w:rPr>
                <w:rFonts w:ascii="仿宋_GB2312" w:eastAsia="仿宋_GB2312" w:hint="eastAsia"/>
                <w:bCs/>
                <w:sz w:val="24"/>
              </w:rPr>
            </w:pPr>
          </w:p>
        </w:tc>
        <w:tc>
          <w:tcPr>
            <w:tcW w:w="1985"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z w:val="24"/>
              </w:rPr>
              <w:t>工作单位</w:t>
            </w:r>
          </w:p>
        </w:tc>
        <w:tc>
          <w:tcPr>
            <w:tcW w:w="3827" w:type="dxa"/>
            <w:gridSpan w:val="6"/>
            <w:vAlign w:val="center"/>
          </w:tcPr>
          <w:p w:rsidR="0017457B" w:rsidRDefault="0017457B" w:rsidP="002A1CE9">
            <w:pPr>
              <w:jc w:val="center"/>
              <w:rPr>
                <w:rFonts w:ascii="仿宋_GB2312" w:eastAsia="仿宋_GB2312" w:hint="eastAsia"/>
                <w:bCs/>
                <w:sz w:val="24"/>
              </w:rPr>
            </w:pPr>
          </w:p>
        </w:tc>
        <w:tc>
          <w:tcPr>
            <w:tcW w:w="1276"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pacing w:val="-20"/>
                <w:sz w:val="24"/>
              </w:rPr>
              <w:t>从事中医临床工作时间</w:t>
            </w:r>
          </w:p>
        </w:tc>
        <w:tc>
          <w:tcPr>
            <w:tcW w:w="1090" w:type="dxa"/>
            <w:vAlign w:val="center"/>
          </w:tcPr>
          <w:p w:rsidR="0017457B" w:rsidRDefault="0017457B" w:rsidP="002A1CE9">
            <w:pPr>
              <w:jc w:val="center"/>
              <w:rPr>
                <w:rFonts w:ascii="仿宋_GB2312" w:eastAsia="仿宋_GB2312" w:hint="eastAsia"/>
                <w:bCs/>
                <w:sz w:val="24"/>
              </w:rPr>
            </w:pPr>
          </w:p>
        </w:tc>
      </w:tr>
      <w:tr w:rsidR="0017457B" w:rsidTr="002A1CE9">
        <w:trPr>
          <w:trHeight w:val="737"/>
          <w:jc w:val="center"/>
        </w:trPr>
        <w:tc>
          <w:tcPr>
            <w:tcW w:w="1603" w:type="dxa"/>
            <w:vMerge/>
            <w:vAlign w:val="center"/>
          </w:tcPr>
          <w:p w:rsidR="0017457B" w:rsidRDefault="0017457B" w:rsidP="002A1CE9">
            <w:pPr>
              <w:jc w:val="center"/>
              <w:rPr>
                <w:rFonts w:ascii="仿宋_GB2312" w:eastAsia="仿宋_GB2312" w:hint="eastAsia"/>
                <w:bCs/>
                <w:sz w:val="24"/>
              </w:rPr>
            </w:pPr>
          </w:p>
        </w:tc>
        <w:tc>
          <w:tcPr>
            <w:tcW w:w="1985"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z w:val="24"/>
              </w:rPr>
              <w:t>职称</w:t>
            </w:r>
          </w:p>
        </w:tc>
        <w:tc>
          <w:tcPr>
            <w:tcW w:w="1843" w:type="dxa"/>
            <w:gridSpan w:val="3"/>
            <w:vAlign w:val="center"/>
          </w:tcPr>
          <w:p w:rsidR="0017457B" w:rsidRDefault="0017457B" w:rsidP="002A1CE9">
            <w:pPr>
              <w:jc w:val="center"/>
              <w:rPr>
                <w:rFonts w:ascii="仿宋_GB2312" w:eastAsia="仿宋_GB2312" w:hint="eastAsia"/>
                <w:bCs/>
                <w:sz w:val="24"/>
              </w:rPr>
            </w:pPr>
          </w:p>
        </w:tc>
        <w:tc>
          <w:tcPr>
            <w:tcW w:w="1984" w:type="dxa"/>
            <w:gridSpan w:val="3"/>
            <w:vAlign w:val="center"/>
          </w:tcPr>
          <w:p w:rsidR="0017457B" w:rsidRDefault="0017457B" w:rsidP="002A1CE9">
            <w:pPr>
              <w:jc w:val="center"/>
              <w:rPr>
                <w:rFonts w:ascii="仿宋_GB2312" w:eastAsia="仿宋_GB2312" w:hint="eastAsia"/>
                <w:bCs/>
                <w:sz w:val="24"/>
              </w:rPr>
            </w:pPr>
            <w:r>
              <w:rPr>
                <w:rFonts w:ascii="仿宋_GB2312" w:eastAsia="仿宋_GB2312" w:hint="eastAsia"/>
                <w:bCs/>
                <w:sz w:val="24"/>
              </w:rPr>
              <w:t>联系电话</w:t>
            </w:r>
          </w:p>
        </w:tc>
        <w:tc>
          <w:tcPr>
            <w:tcW w:w="2366" w:type="dxa"/>
            <w:gridSpan w:val="3"/>
          </w:tcPr>
          <w:p w:rsidR="0017457B" w:rsidRDefault="0017457B" w:rsidP="002A1CE9">
            <w:pPr>
              <w:jc w:val="center"/>
              <w:rPr>
                <w:rFonts w:ascii="仿宋_GB2312" w:eastAsia="仿宋_GB2312" w:hint="eastAsia"/>
                <w:bCs/>
                <w:sz w:val="24"/>
              </w:rPr>
            </w:pPr>
          </w:p>
        </w:tc>
      </w:tr>
      <w:tr w:rsidR="0017457B" w:rsidTr="002A1CE9">
        <w:trPr>
          <w:trHeight w:val="737"/>
          <w:jc w:val="center"/>
        </w:trPr>
        <w:tc>
          <w:tcPr>
            <w:tcW w:w="1603" w:type="dxa"/>
            <w:vMerge/>
            <w:vAlign w:val="center"/>
          </w:tcPr>
          <w:p w:rsidR="0017457B" w:rsidRDefault="0017457B" w:rsidP="002A1CE9">
            <w:pPr>
              <w:jc w:val="center"/>
              <w:rPr>
                <w:rFonts w:ascii="仿宋_GB2312" w:eastAsia="仿宋_GB2312" w:hint="eastAsia"/>
                <w:bCs/>
                <w:sz w:val="24"/>
              </w:rPr>
            </w:pPr>
          </w:p>
        </w:tc>
        <w:tc>
          <w:tcPr>
            <w:tcW w:w="1985"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pacing w:val="-12"/>
                <w:sz w:val="24"/>
              </w:rPr>
              <w:t>身份证号码</w:t>
            </w:r>
          </w:p>
        </w:tc>
        <w:tc>
          <w:tcPr>
            <w:tcW w:w="6193" w:type="dxa"/>
            <w:gridSpan w:val="9"/>
            <w:vAlign w:val="center"/>
          </w:tcPr>
          <w:p w:rsidR="0017457B" w:rsidRDefault="0017457B" w:rsidP="002A1CE9">
            <w:pPr>
              <w:jc w:val="center"/>
              <w:rPr>
                <w:rFonts w:ascii="仿宋_GB2312" w:eastAsia="仿宋_GB2312" w:hint="eastAsia"/>
                <w:bCs/>
                <w:sz w:val="24"/>
              </w:rPr>
            </w:pPr>
          </w:p>
        </w:tc>
      </w:tr>
      <w:tr w:rsidR="0017457B" w:rsidTr="002A1CE9">
        <w:trPr>
          <w:trHeight w:val="737"/>
          <w:jc w:val="center"/>
        </w:trPr>
        <w:tc>
          <w:tcPr>
            <w:tcW w:w="1603" w:type="dxa"/>
            <w:vMerge/>
            <w:vAlign w:val="center"/>
          </w:tcPr>
          <w:p w:rsidR="0017457B" w:rsidRDefault="0017457B" w:rsidP="002A1CE9">
            <w:pPr>
              <w:jc w:val="center"/>
              <w:rPr>
                <w:rFonts w:ascii="仿宋_GB2312" w:eastAsia="仿宋_GB2312" w:hint="eastAsia"/>
                <w:bCs/>
                <w:sz w:val="24"/>
              </w:rPr>
            </w:pPr>
          </w:p>
        </w:tc>
        <w:tc>
          <w:tcPr>
            <w:tcW w:w="1985"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pacing w:val="-12"/>
                <w:sz w:val="24"/>
              </w:rPr>
              <w:t>医师资格证书编码</w:t>
            </w:r>
          </w:p>
        </w:tc>
        <w:tc>
          <w:tcPr>
            <w:tcW w:w="6193" w:type="dxa"/>
            <w:gridSpan w:val="9"/>
            <w:vAlign w:val="center"/>
          </w:tcPr>
          <w:p w:rsidR="0017457B" w:rsidRDefault="0017457B" w:rsidP="002A1CE9">
            <w:pPr>
              <w:jc w:val="center"/>
              <w:rPr>
                <w:rFonts w:ascii="仿宋_GB2312" w:eastAsia="仿宋_GB2312" w:hint="eastAsia"/>
                <w:bCs/>
                <w:sz w:val="24"/>
              </w:rPr>
            </w:pPr>
          </w:p>
        </w:tc>
      </w:tr>
      <w:tr w:rsidR="0017457B" w:rsidTr="002A1CE9">
        <w:trPr>
          <w:trHeight w:val="737"/>
          <w:jc w:val="center"/>
        </w:trPr>
        <w:tc>
          <w:tcPr>
            <w:tcW w:w="1603" w:type="dxa"/>
            <w:vMerge/>
            <w:vAlign w:val="center"/>
          </w:tcPr>
          <w:p w:rsidR="0017457B" w:rsidRDefault="0017457B" w:rsidP="002A1CE9">
            <w:pPr>
              <w:jc w:val="center"/>
              <w:rPr>
                <w:rFonts w:ascii="仿宋_GB2312" w:eastAsia="仿宋_GB2312" w:hint="eastAsia"/>
                <w:bCs/>
                <w:sz w:val="24"/>
              </w:rPr>
            </w:pPr>
          </w:p>
        </w:tc>
        <w:tc>
          <w:tcPr>
            <w:tcW w:w="1985"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pacing w:val="-12"/>
                <w:sz w:val="24"/>
              </w:rPr>
              <w:t>医师执业证书编码</w:t>
            </w:r>
          </w:p>
        </w:tc>
        <w:tc>
          <w:tcPr>
            <w:tcW w:w="6193" w:type="dxa"/>
            <w:gridSpan w:val="9"/>
            <w:vAlign w:val="center"/>
          </w:tcPr>
          <w:p w:rsidR="0017457B" w:rsidRDefault="0017457B" w:rsidP="002A1CE9">
            <w:pPr>
              <w:jc w:val="center"/>
              <w:rPr>
                <w:rFonts w:ascii="仿宋_GB2312" w:eastAsia="仿宋_GB2312" w:hint="eastAsia"/>
                <w:bCs/>
                <w:sz w:val="24"/>
              </w:rPr>
            </w:pPr>
          </w:p>
        </w:tc>
      </w:tr>
      <w:tr w:rsidR="0017457B" w:rsidTr="002A1CE9">
        <w:trPr>
          <w:trHeight w:val="737"/>
          <w:jc w:val="center"/>
        </w:trPr>
        <w:tc>
          <w:tcPr>
            <w:tcW w:w="1603" w:type="dxa"/>
            <w:vMerge/>
            <w:vAlign w:val="center"/>
          </w:tcPr>
          <w:p w:rsidR="0017457B" w:rsidRDefault="0017457B" w:rsidP="002A1CE9">
            <w:pPr>
              <w:jc w:val="center"/>
              <w:rPr>
                <w:rFonts w:ascii="仿宋_GB2312" w:eastAsia="仿宋_GB2312" w:hint="eastAsia"/>
                <w:bCs/>
                <w:sz w:val="24"/>
              </w:rPr>
            </w:pPr>
          </w:p>
        </w:tc>
        <w:tc>
          <w:tcPr>
            <w:tcW w:w="1985" w:type="dxa"/>
            <w:gridSpan w:val="2"/>
            <w:vAlign w:val="center"/>
          </w:tcPr>
          <w:p w:rsidR="0017457B" w:rsidRDefault="0017457B" w:rsidP="002A1CE9">
            <w:pPr>
              <w:jc w:val="center"/>
              <w:rPr>
                <w:rFonts w:ascii="仿宋_GB2312" w:eastAsia="仿宋_GB2312" w:hint="eastAsia"/>
                <w:bCs/>
                <w:sz w:val="24"/>
              </w:rPr>
            </w:pPr>
            <w:r>
              <w:rPr>
                <w:rFonts w:ascii="仿宋_GB2312" w:eastAsia="仿宋_GB2312" w:hint="eastAsia"/>
                <w:bCs/>
                <w:sz w:val="24"/>
              </w:rPr>
              <w:t>临床特长</w:t>
            </w:r>
          </w:p>
        </w:tc>
        <w:tc>
          <w:tcPr>
            <w:tcW w:w="6193" w:type="dxa"/>
            <w:gridSpan w:val="9"/>
            <w:vAlign w:val="center"/>
          </w:tcPr>
          <w:p w:rsidR="0017457B" w:rsidRDefault="0017457B" w:rsidP="002A1CE9">
            <w:pPr>
              <w:jc w:val="center"/>
              <w:rPr>
                <w:rFonts w:ascii="仿宋_GB2312" w:eastAsia="仿宋_GB2312" w:hint="eastAsia"/>
                <w:bCs/>
                <w:sz w:val="24"/>
              </w:rPr>
            </w:pPr>
          </w:p>
          <w:p w:rsidR="0017457B" w:rsidRDefault="0017457B" w:rsidP="002A1CE9">
            <w:pPr>
              <w:jc w:val="center"/>
              <w:rPr>
                <w:rFonts w:ascii="仿宋_GB2312" w:eastAsia="仿宋_GB2312" w:hint="eastAsia"/>
                <w:bCs/>
                <w:sz w:val="24"/>
              </w:rPr>
            </w:pPr>
          </w:p>
        </w:tc>
      </w:tr>
      <w:tr w:rsidR="0017457B" w:rsidTr="002A1CE9">
        <w:trPr>
          <w:trHeight w:val="1540"/>
          <w:jc w:val="center"/>
        </w:trPr>
        <w:tc>
          <w:tcPr>
            <w:tcW w:w="9781" w:type="dxa"/>
            <w:gridSpan w:val="12"/>
          </w:tcPr>
          <w:p w:rsidR="0017457B" w:rsidRDefault="0017457B" w:rsidP="002A1CE9">
            <w:pPr>
              <w:rPr>
                <w:rFonts w:ascii="仿宋_GB2312" w:eastAsia="仿宋_GB2312" w:hint="eastAsia"/>
                <w:bCs/>
                <w:sz w:val="24"/>
              </w:rPr>
            </w:pPr>
          </w:p>
          <w:p w:rsidR="0017457B" w:rsidRDefault="0017457B" w:rsidP="002A1CE9">
            <w:pPr>
              <w:ind w:firstLineChars="150" w:firstLine="360"/>
              <w:rPr>
                <w:rFonts w:ascii="仿宋_GB2312" w:eastAsia="仿宋_GB2312" w:hint="eastAsia"/>
                <w:bCs/>
                <w:sz w:val="24"/>
              </w:rPr>
            </w:pPr>
            <w:r>
              <w:rPr>
                <w:rFonts w:ascii="仿宋_GB2312" w:eastAsia="仿宋_GB2312" w:hint="eastAsia"/>
                <w:bCs/>
                <w:sz w:val="24"/>
              </w:rPr>
              <w:t>指导老师意见</w:t>
            </w: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spacing w:line="340" w:lineRule="exact"/>
              <w:rPr>
                <w:rFonts w:ascii="仿宋_GB2312" w:eastAsia="仿宋_GB2312" w:hint="eastAsia"/>
                <w:bCs/>
                <w:sz w:val="24"/>
              </w:rPr>
            </w:pPr>
          </w:p>
          <w:p w:rsidR="0017457B" w:rsidRDefault="0017457B" w:rsidP="002A1CE9">
            <w:pPr>
              <w:spacing w:line="340" w:lineRule="exact"/>
              <w:rPr>
                <w:rFonts w:ascii="仿宋_GB2312" w:eastAsia="仿宋_GB2312" w:hint="eastAsia"/>
                <w:bCs/>
                <w:sz w:val="24"/>
              </w:rPr>
            </w:pPr>
          </w:p>
          <w:p w:rsidR="0017457B" w:rsidRDefault="0017457B" w:rsidP="002A1CE9">
            <w:pPr>
              <w:spacing w:line="340" w:lineRule="exact"/>
              <w:rPr>
                <w:rFonts w:ascii="仿宋_GB2312" w:eastAsia="仿宋_GB2312" w:hint="eastAsia"/>
                <w:bCs/>
                <w:sz w:val="24"/>
              </w:rPr>
            </w:pPr>
          </w:p>
          <w:p w:rsidR="0017457B" w:rsidRDefault="0017457B" w:rsidP="002A1CE9">
            <w:pPr>
              <w:spacing w:line="340" w:lineRule="exact"/>
              <w:rPr>
                <w:rFonts w:ascii="仿宋_GB2312" w:eastAsia="仿宋_GB2312" w:hint="eastAsia"/>
                <w:bCs/>
                <w:sz w:val="24"/>
              </w:rPr>
            </w:pPr>
          </w:p>
          <w:p w:rsidR="0017457B" w:rsidRDefault="0017457B" w:rsidP="002A1CE9">
            <w:pPr>
              <w:spacing w:line="340" w:lineRule="exact"/>
              <w:rPr>
                <w:rFonts w:ascii="仿宋_GB2312" w:eastAsia="仿宋_GB2312" w:hint="eastAsia"/>
                <w:bCs/>
                <w:sz w:val="24"/>
              </w:rPr>
            </w:pPr>
          </w:p>
          <w:p w:rsidR="0017457B" w:rsidRDefault="0017457B" w:rsidP="002A1CE9">
            <w:pPr>
              <w:rPr>
                <w:rFonts w:ascii="仿宋_GB2312" w:eastAsia="仿宋_GB2312" w:hint="eastAsia"/>
                <w:bCs/>
                <w:sz w:val="24"/>
              </w:rPr>
            </w:pPr>
          </w:p>
          <w:p w:rsidR="0017457B" w:rsidRDefault="0017457B" w:rsidP="002A1CE9">
            <w:pPr>
              <w:ind w:firstLineChars="2350" w:firstLine="5640"/>
              <w:rPr>
                <w:rFonts w:ascii="仿宋_GB2312" w:eastAsia="仿宋_GB2312" w:hint="eastAsia"/>
                <w:bCs/>
                <w:sz w:val="24"/>
                <w:u w:val="single"/>
              </w:rPr>
            </w:pPr>
            <w:r>
              <w:rPr>
                <w:rFonts w:ascii="仿宋_GB2312" w:eastAsia="仿宋_GB2312" w:hint="eastAsia"/>
                <w:bCs/>
                <w:sz w:val="24"/>
              </w:rPr>
              <w:t>签    字：</w:t>
            </w:r>
            <w:r>
              <w:rPr>
                <w:rFonts w:ascii="仿宋_GB2312" w:eastAsia="仿宋_GB2312" w:hint="eastAsia"/>
                <w:bCs/>
                <w:sz w:val="24"/>
                <w:u w:val="single"/>
              </w:rPr>
              <w:t xml:space="preserve">　　　　　　</w:t>
            </w:r>
          </w:p>
          <w:p w:rsidR="0017457B" w:rsidRDefault="0017457B" w:rsidP="002A1CE9">
            <w:pPr>
              <w:ind w:leftChars="3000" w:left="6300" w:firstLineChars="200" w:firstLine="480"/>
              <w:rPr>
                <w:rFonts w:ascii="仿宋_GB2312" w:eastAsia="仿宋_GB2312" w:hint="eastAsia"/>
                <w:bCs/>
                <w:sz w:val="24"/>
                <w:u w:val="single"/>
              </w:rPr>
            </w:pPr>
          </w:p>
          <w:p w:rsidR="0017457B" w:rsidRDefault="0017457B" w:rsidP="002A1CE9">
            <w:pPr>
              <w:ind w:firstLineChars="2350" w:firstLine="5640"/>
              <w:rPr>
                <w:rFonts w:ascii="仿宋_GB2312" w:eastAsia="仿宋_GB2312" w:hint="eastAsia"/>
                <w:bCs/>
                <w:sz w:val="24"/>
              </w:rPr>
            </w:pPr>
            <w:r>
              <w:rPr>
                <w:rFonts w:ascii="仿宋_GB2312" w:eastAsia="仿宋_GB2312" w:hint="eastAsia"/>
                <w:bCs/>
                <w:sz w:val="24"/>
              </w:rPr>
              <w:t>日    期：　　　年　　月　　日</w:t>
            </w:r>
          </w:p>
          <w:p w:rsidR="0017457B" w:rsidRDefault="0017457B" w:rsidP="002A1CE9">
            <w:pPr>
              <w:ind w:leftChars="3000" w:left="6300" w:firstLineChars="200" w:firstLine="480"/>
              <w:rPr>
                <w:rFonts w:ascii="仿宋_GB2312" w:eastAsia="仿宋_GB2312" w:hint="eastAsia"/>
                <w:bCs/>
                <w:sz w:val="24"/>
              </w:rPr>
            </w:pPr>
          </w:p>
        </w:tc>
      </w:tr>
    </w:tbl>
    <w:p w:rsidR="0017457B" w:rsidRDefault="0017457B" w:rsidP="0017457B">
      <w:pPr>
        <w:spacing w:line="120" w:lineRule="exact"/>
        <w:rPr>
          <w:rFonts w:hint="eastAsia"/>
          <w:sz w:val="24"/>
        </w:rPr>
      </w:pP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tblPr>
      <w:tblGrid>
        <w:gridCol w:w="781"/>
        <w:gridCol w:w="991"/>
        <w:gridCol w:w="710"/>
        <w:gridCol w:w="2693"/>
        <w:gridCol w:w="1560"/>
        <w:gridCol w:w="3046"/>
      </w:tblGrid>
      <w:tr w:rsidR="0017457B" w:rsidTr="002A1CE9">
        <w:trPr>
          <w:trHeight w:val="680"/>
          <w:jc w:val="center"/>
        </w:trPr>
        <w:tc>
          <w:tcPr>
            <w:tcW w:w="9781" w:type="dxa"/>
            <w:gridSpan w:val="6"/>
            <w:tcBorders>
              <w:top w:val="nil"/>
              <w:left w:val="nil"/>
              <w:bottom w:val="single" w:sz="12" w:space="0" w:color="auto"/>
              <w:right w:val="nil"/>
            </w:tcBorders>
          </w:tcPr>
          <w:p w:rsidR="0017457B" w:rsidRDefault="0017457B" w:rsidP="002A1CE9">
            <w:pPr>
              <w:spacing w:line="360" w:lineRule="exact"/>
              <w:jc w:val="center"/>
              <w:rPr>
                <w:rFonts w:ascii="黑体" w:eastAsia="黑体" w:hint="eastAsia"/>
                <w:bCs/>
                <w:sz w:val="36"/>
                <w:szCs w:val="36"/>
              </w:rPr>
            </w:pPr>
            <w:r>
              <w:rPr>
                <w:rFonts w:ascii="黑体" w:eastAsia="黑体" w:hint="eastAsia"/>
                <w:bCs/>
                <w:sz w:val="36"/>
                <w:szCs w:val="36"/>
              </w:rPr>
              <w:lastRenderedPageBreak/>
              <w:t>推荐材料 一</w:t>
            </w:r>
          </w:p>
        </w:tc>
      </w:tr>
      <w:tr w:rsidR="0017457B" w:rsidTr="002A1CE9">
        <w:trPr>
          <w:trHeight w:val="794"/>
          <w:jc w:val="center"/>
        </w:trPr>
        <w:tc>
          <w:tcPr>
            <w:tcW w:w="781" w:type="dxa"/>
            <w:vMerge w:val="restart"/>
            <w:tcBorders>
              <w:top w:val="single" w:sz="12"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推</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荐</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师</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基</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本</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情</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况</w:t>
            </w:r>
          </w:p>
        </w:tc>
        <w:tc>
          <w:tcPr>
            <w:tcW w:w="1701" w:type="dxa"/>
            <w:gridSpan w:val="2"/>
            <w:tcBorders>
              <w:top w:val="single" w:sz="12" w:space="0" w:color="auto"/>
            </w:tcBorders>
            <w:vAlign w:val="center"/>
          </w:tcPr>
          <w:p w:rsidR="0017457B" w:rsidRDefault="0017457B" w:rsidP="002A1CE9">
            <w:pPr>
              <w:spacing w:line="360" w:lineRule="exact"/>
              <w:jc w:val="center"/>
              <w:rPr>
                <w:rFonts w:ascii="仿宋_GB2312" w:eastAsia="仿宋_GB2312"/>
                <w:bCs/>
                <w:sz w:val="24"/>
              </w:rPr>
            </w:pPr>
            <w:r>
              <w:rPr>
                <w:rFonts w:ascii="仿宋_GB2312" w:eastAsia="仿宋_GB2312" w:hint="eastAsia"/>
                <w:bCs/>
                <w:sz w:val="24"/>
              </w:rPr>
              <w:t>姓名</w:t>
            </w:r>
          </w:p>
        </w:tc>
        <w:tc>
          <w:tcPr>
            <w:tcW w:w="2693" w:type="dxa"/>
            <w:tcBorders>
              <w:top w:val="single" w:sz="12" w:space="0" w:color="auto"/>
            </w:tcBorders>
            <w:vAlign w:val="center"/>
          </w:tcPr>
          <w:p w:rsidR="0017457B" w:rsidRDefault="0017457B" w:rsidP="002A1CE9">
            <w:pPr>
              <w:spacing w:line="360" w:lineRule="exact"/>
              <w:jc w:val="center"/>
              <w:rPr>
                <w:rFonts w:ascii="仿宋_GB2312" w:eastAsia="仿宋_GB2312" w:hint="eastAsia"/>
                <w:bCs/>
                <w:sz w:val="24"/>
              </w:rPr>
            </w:pPr>
          </w:p>
        </w:tc>
        <w:tc>
          <w:tcPr>
            <w:tcW w:w="1560" w:type="dxa"/>
            <w:tcBorders>
              <w:top w:val="single" w:sz="12" w:space="0" w:color="auto"/>
              <w:bottom w:val="single" w:sz="8"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性别</w:t>
            </w:r>
          </w:p>
        </w:tc>
        <w:tc>
          <w:tcPr>
            <w:tcW w:w="3046" w:type="dxa"/>
            <w:tcBorders>
              <w:top w:val="single" w:sz="12" w:space="0" w:color="auto"/>
              <w:bottom w:val="single" w:sz="8" w:space="0" w:color="auto"/>
            </w:tcBorders>
            <w:vAlign w:val="center"/>
          </w:tcPr>
          <w:p w:rsidR="0017457B" w:rsidRDefault="0017457B" w:rsidP="002A1CE9">
            <w:pPr>
              <w:spacing w:line="360" w:lineRule="exact"/>
              <w:jc w:val="center"/>
              <w:rPr>
                <w:rFonts w:ascii="仿宋_GB2312" w:eastAsia="仿宋_GB2312" w:hint="eastAsia"/>
                <w:bCs/>
                <w:sz w:val="24"/>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职称</w:t>
            </w:r>
          </w:p>
        </w:tc>
        <w:tc>
          <w:tcPr>
            <w:tcW w:w="2693" w:type="dxa"/>
            <w:vAlign w:val="center"/>
          </w:tcPr>
          <w:p w:rsidR="0017457B" w:rsidRDefault="0017457B" w:rsidP="002A1CE9">
            <w:pPr>
              <w:spacing w:line="360" w:lineRule="exact"/>
              <w:jc w:val="center"/>
              <w:rPr>
                <w:rFonts w:ascii="仿宋_GB2312" w:eastAsia="仿宋_GB2312" w:hint="eastAsia"/>
                <w:bCs/>
                <w:sz w:val="24"/>
              </w:rPr>
            </w:pPr>
          </w:p>
        </w:tc>
        <w:tc>
          <w:tcPr>
            <w:tcW w:w="1560" w:type="dxa"/>
            <w:tcBorders>
              <w:top w:val="single" w:sz="8"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民族</w:t>
            </w:r>
          </w:p>
        </w:tc>
        <w:tc>
          <w:tcPr>
            <w:tcW w:w="3046" w:type="dxa"/>
            <w:tcBorders>
              <w:top w:val="single" w:sz="8" w:space="0" w:color="auto"/>
            </w:tcBorders>
            <w:vAlign w:val="center"/>
          </w:tcPr>
          <w:p w:rsidR="0017457B" w:rsidRDefault="0017457B" w:rsidP="002A1CE9">
            <w:pPr>
              <w:spacing w:line="360" w:lineRule="exact"/>
              <w:jc w:val="center"/>
              <w:rPr>
                <w:rFonts w:ascii="仿宋_GB2312" w:eastAsia="仿宋_GB2312" w:hint="eastAsia"/>
                <w:bCs/>
                <w:sz w:val="24"/>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专业</w:t>
            </w:r>
          </w:p>
        </w:tc>
        <w:tc>
          <w:tcPr>
            <w:tcW w:w="2693" w:type="dxa"/>
            <w:vAlign w:val="center"/>
          </w:tcPr>
          <w:p w:rsidR="0017457B" w:rsidRDefault="0017457B" w:rsidP="002A1CE9">
            <w:pPr>
              <w:spacing w:line="360" w:lineRule="exact"/>
              <w:jc w:val="center"/>
              <w:rPr>
                <w:rFonts w:ascii="仿宋_GB2312" w:eastAsia="仿宋_GB2312" w:hint="eastAsia"/>
                <w:bCs/>
                <w:sz w:val="24"/>
              </w:rPr>
            </w:pPr>
          </w:p>
        </w:tc>
        <w:tc>
          <w:tcPr>
            <w:tcW w:w="1560" w:type="dxa"/>
            <w:vAlign w:val="center"/>
          </w:tcPr>
          <w:p w:rsidR="0017457B" w:rsidRDefault="0017457B" w:rsidP="002A1CE9">
            <w:pPr>
              <w:spacing w:line="360" w:lineRule="exact"/>
              <w:jc w:val="center"/>
              <w:rPr>
                <w:rFonts w:ascii="仿宋_GB2312" w:eastAsia="仿宋_GB2312" w:hint="eastAsia"/>
                <w:bCs/>
                <w:sz w:val="28"/>
                <w:szCs w:val="28"/>
              </w:rPr>
            </w:pPr>
            <w:r>
              <w:rPr>
                <w:rFonts w:ascii="仿宋_GB2312" w:eastAsia="仿宋_GB2312" w:hint="eastAsia"/>
                <w:bCs/>
                <w:sz w:val="24"/>
              </w:rPr>
              <w:t>联系电话</w:t>
            </w:r>
          </w:p>
        </w:tc>
        <w:tc>
          <w:tcPr>
            <w:tcW w:w="3046" w:type="dxa"/>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身份证号码</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医师资格证书</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编码</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医师执业证书</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编码</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工作单位</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680"/>
          <w:jc w:val="center"/>
        </w:trPr>
        <w:tc>
          <w:tcPr>
            <w:tcW w:w="781" w:type="dxa"/>
            <w:tcBorders>
              <w:bottom w:val="single" w:sz="8"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推</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荐</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师</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意</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见</w:t>
            </w:r>
          </w:p>
        </w:tc>
        <w:tc>
          <w:tcPr>
            <w:tcW w:w="9000" w:type="dxa"/>
            <w:gridSpan w:val="5"/>
            <w:tcBorders>
              <w:bottom w:val="single" w:sz="8" w:space="0" w:color="auto"/>
            </w:tcBorders>
            <w:vAlign w:val="center"/>
          </w:tcPr>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spacing w:line="340" w:lineRule="exact"/>
              <w:ind w:firstLineChars="200" w:firstLine="480"/>
              <w:rPr>
                <w:rFonts w:ascii="仿宋_GB2312" w:eastAsia="仿宋_GB2312" w:hint="eastAsia"/>
                <w:bCs/>
                <w:sz w:val="24"/>
              </w:rPr>
            </w:pPr>
            <w:r>
              <w:rPr>
                <w:rFonts w:ascii="仿宋_GB2312" w:eastAsia="仿宋_GB2312" w:hint="eastAsia"/>
                <w:bCs/>
                <w:sz w:val="24"/>
              </w:rPr>
              <w:t>本人承诺推荐内容真实准确。</w:t>
            </w: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Chars="1900" w:firstLine="4560"/>
              <w:rPr>
                <w:rFonts w:ascii="仿宋_GB2312" w:eastAsia="仿宋_GB2312"/>
                <w:bCs/>
                <w:sz w:val="24"/>
              </w:rPr>
            </w:pPr>
            <w:r>
              <w:rPr>
                <w:rFonts w:ascii="仿宋_GB2312" w:eastAsia="仿宋_GB2312" w:hint="eastAsia"/>
                <w:bCs/>
                <w:sz w:val="24"/>
              </w:rPr>
              <w:t>推荐医师签字：</w:t>
            </w:r>
          </w:p>
          <w:p w:rsidR="0017457B" w:rsidRDefault="0017457B" w:rsidP="002A1CE9">
            <w:pPr>
              <w:spacing w:line="360" w:lineRule="exact"/>
              <w:rPr>
                <w:rFonts w:ascii="仿宋_GB2312" w:eastAsia="仿宋_GB2312" w:hint="eastAsia"/>
                <w:bCs/>
                <w:sz w:val="24"/>
              </w:rPr>
            </w:pPr>
            <w:r>
              <w:rPr>
                <w:rFonts w:ascii="仿宋_GB2312" w:eastAsia="仿宋_GB2312" w:hint="eastAsia"/>
                <w:bCs/>
                <w:sz w:val="24"/>
              </w:rPr>
              <w:t xml:space="preserve">　                                           年  　月  　日</w:t>
            </w:r>
          </w:p>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680"/>
          <w:jc w:val="center"/>
        </w:trPr>
        <w:tc>
          <w:tcPr>
            <w:tcW w:w="9781" w:type="dxa"/>
            <w:gridSpan w:val="6"/>
            <w:tcBorders>
              <w:top w:val="nil"/>
              <w:left w:val="nil"/>
              <w:bottom w:val="single" w:sz="12" w:space="0" w:color="auto"/>
              <w:right w:val="nil"/>
            </w:tcBorders>
            <w:vAlign w:val="center"/>
          </w:tcPr>
          <w:p w:rsidR="0017457B" w:rsidRDefault="0017457B" w:rsidP="002A1CE9">
            <w:pPr>
              <w:spacing w:line="360" w:lineRule="exact"/>
              <w:jc w:val="center"/>
              <w:rPr>
                <w:rFonts w:ascii="黑体" w:eastAsia="黑体" w:hint="eastAsia"/>
                <w:bCs/>
                <w:sz w:val="36"/>
                <w:szCs w:val="36"/>
              </w:rPr>
            </w:pPr>
            <w:r>
              <w:rPr>
                <w:rFonts w:ascii="黑体" w:eastAsia="黑体" w:hint="eastAsia"/>
                <w:bCs/>
                <w:sz w:val="36"/>
                <w:szCs w:val="36"/>
              </w:rPr>
              <w:lastRenderedPageBreak/>
              <w:t>推荐材料 二</w:t>
            </w:r>
          </w:p>
        </w:tc>
      </w:tr>
      <w:tr w:rsidR="0017457B" w:rsidTr="002A1CE9">
        <w:trPr>
          <w:trHeight w:val="794"/>
          <w:jc w:val="center"/>
        </w:trPr>
        <w:tc>
          <w:tcPr>
            <w:tcW w:w="781" w:type="dxa"/>
            <w:vMerge w:val="restart"/>
            <w:tcBorders>
              <w:top w:val="single" w:sz="12"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推</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荐</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师</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基</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本</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情</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况</w:t>
            </w:r>
          </w:p>
        </w:tc>
        <w:tc>
          <w:tcPr>
            <w:tcW w:w="1701" w:type="dxa"/>
            <w:gridSpan w:val="2"/>
            <w:tcBorders>
              <w:top w:val="single" w:sz="12" w:space="0" w:color="auto"/>
            </w:tcBorders>
            <w:vAlign w:val="center"/>
          </w:tcPr>
          <w:p w:rsidR="0017457B" w:rsidRDefault="0017457B" w:rsidP="002A1CE9">
            <w:pPr>
              <w:spacing w:line="360" w:lineRule="exact"/>
              <w:jc w:val="center"/>
              <w:rPr>
                <w:rFonts w:ascii="仿宋_GB2312" w:eastAsia="仿宋_GB2312"/>
                <w:bCs/>
                <w:sz w:val="24"/>
              </w:rPr>
            </w:pPr>
            <w:r>
              <w:rPr>
                <w:rFonts w:ascii="仿宋_GB2312" w:eastAsia="仿宋_GB2312" w:hint="eastAsia"/>
                <w:bCs/>
                <w:sz w:val="24"/>
              </w:rPr>
              <w:t>姓名</w:t>
            </w:r>
          </w:p>
        </w:tc>
        <w:tc>
          <w:tcPr>
            <w:tcW w:w="2693" w:type="dxa"/>
            <w:tcBorders>
              <w:top w:val="single" w:sz="12" w:space="0" w:color="auto"/>
            </w:tcBorders>
            <w:vAlign w:val="center"/>
          </w:tcPr>
          <w:p w:rsidR="0017457B" w:rsidRDefault="0017457B" w:rsidP="002A1CE9">
            <w:pPr>
              <w:spacing w:line="360" w:lineRule="exact"/>
              <w:jc w:val="center"/>
              <w:rPr>
                <w:rFonts w:ascii="仿宋_GB2312" w:eastAsia="仿宋_GB2312" w:hint="eastAsia"/>
                <w:bCs/>
                <w:sz w:val="24"/>
              </w:rPr>
            </w:pPr>
          </w:p>
        </w:tc>
        <w:tc>
          <w:tcPr>
            <w:tcW w:w="1560" w:type="dxa"/>
            <w:tcBorders>
              <w:top w:val="single" w:sz="12" w:space="0" w:color="auto"/>
              <w:bottom w:val="single" w:sz="8"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性别</w:t>
            </w:r>
          </w:p>
        </w:tc>
        <w:tc>
          <w:tcPr>
            <w:tcW w:w="3046" w:type="dxa"/>
            <w:tcBorders>
              <w:top w:val="single" w:sz="12" w:space="0" w:color="auto"/>
              <w:bottom w:val="single" w:sz="8" w:space="0" w:color="auto"/>
            </w:tcBorders>
            <w:vAlign w:val="center"/>
          </w:tcPr>
          <w:p w:rsidR="0017457B" w:rsidRDefault="0017457B" w:rsidP="002A1CE9">
            <w:pPr>
              <w:spacing w:line="360" w:lineRule="exact"/>
              <w:jc w:val="center"/>
              <w:rPr>
                <w:rFonts w:ascii="仿宋_GB2312" w:eastAsia="仿宋_GB2312" w:hint="eastAsia"/>
                <w:bCs/>
                <w:sz w:val="24"/>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职称</w:t>
            </w:r>
          </w:p>
        </w:tc>
        <w:tc>
          <w:tcPr>
            <w:tcW w:w="2693" w:type="dxa"/>
            <w:vAlign w:val="center"/>
          </w:tcPr>
          <w:p w:rsidR="0017457B" w:rsidRDefault="0017457B" w:rsidP="002A1CE9">
            <w:pPr>
              <w:spacing w:line="360" w:lineRule="exact"/>
              <w:jc w:val="center"/>
              <w:rPr>
                <w:rFonts w:ascii="仿宋_GB2312" w:eastAsia="仿宋_GB2312" w:hint="eastAsia"/>
                <w:bCs/>
                <w:sz w:val="24"/>
              </w:rPr>
            </w:pPr>
          </w:p>
        </w:tc>
        <w:tc>
          <w:tcPr>
            <w:tcW w:w="1560" w:type="dxa"/>
            <w:tcBorders>
              <w:top w:val="single" w:sz="8"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民族</w:t>
            </w:r>
          </w:p>
        </w:tc>
        <w:tc>
          <w:tcPr>
            <w:tcW w:w="3046" w:type="dxa"/>
            <w:tcBorders>
              <w:top w:val="single" w:sz="8" w:space="0" w:color="auto"/>
            </w:tcBorders>
            <w:vAlign w:val="center"/>
          </w:tcPr>
          <w:p w:rsidR="0017457B" w:rsidRDefault="0017457B" w:rsidP="002A1CE9">
            <w:pPr>
              <w:spacing w:line="360" w:lineRule="exact"/>
              <w:jc w:val="center"/>
              <w:rPr>
                <w:rFonts w:ascii="仿宋_GB2312" w:eastAsia="仿宋_GB2312" w:hint="eastAsia"/>
                <w:bCs/>
                <w:sz w:val="24"/>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专业</w:t>
            </w:r>
          </w:p>
        </w:tc>
        <w:tc>
          <w:tcPr>
            <w:tcW w:w="2693" w:type="dxa"/>
            <w:vAlign w:val="center"/>
          </w:tcPr>
          <w:p w:rsidR="0017457B" w:rsidRDefault="0017457B" w:rsidP="002A1CE9">
            <w:pPr>
              <w:spacing w:line="360" w:lineRule="exact"/>
              <w:jc w:val="center"/>
              <w:rPr>
                <w:rFonts w:ascii="仿宋_GB2312" w:eastAsia="仿宋_GB2312" w:hint="eastAsia"/>
                <w:bCs/>
                <w:sz w:val="24"/>
              </w:rPr>
            </w:pPr>
          </w:p>
        </w:tc>
        <w:tc>
          <w:tcPr>
            <w:tcW w:w="1560" w:type="dxa"/>
            <w:vAlign w:val="center"/>
          </w:tcPr>
          <w:p w:rsidR="0017457B" w:rsidRDefault="0017457B" w:rsidP="002A1CE9">
            <w:pPr>
              <w:spacing w:line="360" w:lineRule="exact"/>
              <w:jc w:val="center"/>
              <w:rPr>
                <w:rFonts w:ascii="仿宋_GB2312" w:eastAsia="仿宋_GB2312" w:hint="eastAsia"/>
                <w:bCs/>
                <w:sz w:val="28"/>
                <w:szCs w:val="28"/>
              </w:rPr>
            </w:pPr>
            <w:r>
              <w:rPr>
                <w:rFonts w:ascii="仿宋_GB2312" w:eastAsia="仿宋_GB2312" w:hint="eastAsia"/>
                <w:bCs/>
                <w:sz w:val="24"/>
              </w:rPr>
              <w:t>联系电话</w:t>
            </w:r>
          </w:p>
        </w:tc>
        <w:tc>
          <w:tcPr>
            <w:tcW w:w="3046" w:type="dxa"/>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身份证号码</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医师资格证书</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编码</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医师执业证书</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编码</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794"/>
          <w:jc w:val="center"/>
        </w:trPr>
        <w:tc>
          <w:tcPr>
            <w:tcW w:w="781" w:type="dxa"/>
            <w:vMerge/>
            <w:vAlign w:val="center"/>
          </w:tcPr>
          <w:p w:rsidR="0017457B" w:rsidRDefault="0017457B" w:rsidP="002A1CE9">
            <w:pPr>
              <w:spacing w:line="360" w:lineRule="exact"/>
              <w:jc w:val="center"/>
              <w:rPr>
                <w:rFonts w:ascii="仿宋_GB2312" w:eastAsia="仿宋_GB2312" w:hint="eastAsia"/>
                <w:bCs/>
                <w:sz w:val="24"/>
              </w:rPr>
            </w:pPr>
          </w:p>
        </w:tc>
        <w:tc>
          <w:tcPr>
            <w:tcW w:w="1701" w:type="dxa"/>
            <w:gridSpan w:val="2"/>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工作单位</w:t>
            </w:r>
          </w:p>
        </w:tc>
        <w:tc>
          <w:tcPr>
            <w:tcW w:w="7299" w:type="dxa"/>
            <w:gridSpan w:val="3"/>
            <w:vAlign w:val="center"/>
          </w:tcPr>
          <w:p w:rsidR="0017457B" w:rsidRDefault="0017457B" w:rsidP="002A1CE9">
            <w:pPr>
              <w:spacing w:line="360" w:lineRule="exact"/>
              <w:jc w:val="center"/>
              <w:rPr>
                <w:rFonts w:ascii="仿宋_GB2312" w:eastAsia="仿宋_GB2312" w:hint="eastAsia"/>
                <w:bCs/>
                <w:sz w:val="28"/>
                <w:szCs w:val="28"/>
              </w:rPr>
            </w:pPr>
          </w:p>
        </w:tc>
      </w:tr>
      <w:tr w:rsidR="0017457B" w:rsidTr="002A1CE9">
        <w:trPr>
          <w:trHeight w:val="680"/>
          <w:jc w:val="center"/>
        </w:trPr>
        <w:tc>
          <w:tcPr>
            <w:tcW w:w="781" w:type="dxa"/>
            <w:tcBorders>
              <w:bottom w:val="single" w:sz="8" w:space="0" w:color="auto"/>
            </w:tcBorders>
            <w:vAlign w:val="center"/>
          </w:tcPr>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推</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荐</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医</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师</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意</w:t>
            </w:r>
          </w:p>
          <w:p w:rsidR="0017457B" w:rsidRDefault="0017457B" w:rsidP="002A1CE9">
            <w:pPr>
              <w:spacing w:line="360" w:lineRule="exact"/>
              <w:jc w:val="center"/>
              <w:rPr>
                <w:rFonts w:ascii="仿宋_GB2312" w:eastAsia="仿宋_GB2312" w:hint="eastAsia"/>
                <w:bCs/>
                <w:sz w:val="24"/>
              </w:rPr>
            </w:pPr>
            <w:r>
              <w:rPr>
                <w:rFonts w:ascii="仿宋_GB2312" w:eastAsia="仿宋_GB2312" w:hint="eastAsia"/>
                <w:bCs/>
                <w:sz w:val="24"/>
              </w:rPr>
              <w:t>见</w:t>
            </w:r>
          </w:p>
        </w:tc>
        <w:tc>
          <w:tcPr>
            <w:tcW w:w="9000" w:type="dxa"/>
            <w:gridSpan w:val="5"/>
            <w:tcBorders>
              <w:bottom w:val="single" w:sz="8" w:space="0" w:color="auto"/>
            </w:tcBorders>
            <w:vAlign w:val="center"/>
          </w:tcPr>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hint="eastAsia"/>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rPr>
                <w:rFonts w:ascii="仿宋_GB2312" w:eastAsia="仿宋_GB2312"/>
                <w:bCs/>
                <w:sz w:val="24"/>
              </w:rPr>
            </w:pPr>
          </w:p>
          <w:p w:rsidR="0017457B" w:rsidRDefault="0017457B" w:rsidP="002A1CE9">
            <w:pPr>
              <w:spacing w:line="340" w:lineRule="exact"/>
              <w:ind w:firstLineChars="200" w:firstLine="480"/>
              <w:rPr>
                <w:rFonts w:ascii="仿宋_GB2312" w:eastAsia="仿宋_GB2312" w:hint="eastAsia"/>
                <w:bCs/>
                <w:sz w:val="24"/>
              </w:rPr>
            </w:pPr>
            <w:r>
              <w:rPr>
                <w:rFonts w:ascii="仿宋_GB2312" w:eastAsia="仿宋_GB2312" w:hint="eastAsia"/>
                <w:bCs/>
                <w:sz w:val="24"/>
              </w:rPr>
              <w:t>本人承诺推荐内容真实准确。</w:t>
            </w:r>
          </w:p>
          <w:p w:rsidR="0017457B" w:rsidRDefault="0017457B" w:rsidP="002A1CE9">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Chars="1900" w:firstLine="4560"/>
              <w:rPr>
                <w:rFonts w:ascii="仿宋_GB2312" w:eastAsia="仿宋_GB2312"/>
                <w:bCs/>
                <w:sz w:val="24"/>
              </w:rPr>
            </w:pPr>
            <w:r>
              <w:rPr>
                <w:rFonts w:ascii="仿宋_GB2312" w:eastAsia="仿宋_GB2312" w:hint="eastAsia"/>
                <w:bCs/>
                <w:sz w:val="24"/>
              </w:rPr>
              <w:t>推荐医师签字：</w:t>
            </w:r>
          </w:p>
          <w:p w:rsidR="0017457B" w:rsidRDefault="0017457B" w:rsidP="002A1CE9">
            <w:pPr>
              <w:spacing w:line="360" w:lineRule="exact"/>
              <w:rPr>
                <w:rFonts w:ascii="仿宋_GB2312" w:eastAsia="仿宋_GB2312" w:hint="eastAsia"/>
                <w:bCs/>
                <w:sz w:val="24"/>
              </w:rPr>
            </w:pPr>
            <w:r>
              <w:rPr>
                <w:rFonts w:ascii="仿宋_GB2312" w:eastAsia="仿宋_GB2312" w:hint="eastAsia"/>
                <w:bCs/>
                <w:sz w:val="24"/>
              </w:rPr>
              <w:t xml:space="preserve">　                                           年  　月  　日</w:t>
            </w:r>
          </w:p>
          <w:p w:rsidR="0017457B" w:rsidRDefault="0017457B" w:rsidP="002A1CE9">
            <w:pPr>
              <w:spacing w:line="360" w:lineRule="exact"/>
              <w:jc w:val="center"/>
              <w:rPr>
                <w:rFonts w:ascii="仿宋_GB2312" w:eastAsia="仿宋_GB2312" w:hint="eastAsia"/>
                <w:bCs/>
                <w:sz w:val="24"/>
              </w:rPr>
            </w:pPr>
          </w:p>
        </w:tc>
      </w:tr>
      <w:tr w:rsidR="0017457B" w:rsidTr="002A1CE9">
        <w:trPr>
          <w:jc w:val="center"/>
        </w:trPr>
        <w:tc>
          <w:tcPr>
            <w:tcW w:w="1772" w:type="dxa"/>
            <w:gridSpan w:val="2"/>
            <w:tcBorders>
              <w:right w:val="single" w:sz="4" w:space="0" w:color="auto"/>
            </w:tcBorders>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lastRenderedPageBreak/>
              <w:t>县级中医药主管部门意见</w:t>
            </w:r>
          </w:p>
        </w:tc>
        <w:tc>
          <w:tcPr>
            <w:tcW w:w="8009" w:type="dxa"/>
            <w:gridSpan w:val="4"/>
            <w:tcBorders>
              <w:left w:val="single" w:sz="4" w:space="0" w:color="auto"/>
            </w:tcBorders>
            <w:vAlign w:val="center"/>
          </w:tcPr>
          <w:p w:rsidR="0017457B" w:rsidRDefault="0017457B" w:rsidP="002A1CE9">
            <w:pPr>
              <w:spacing w:line="500" w:lineRule="exact"/>
              <w:rPr>
                <w:rFonts w:ascii="仿宋_GB2312" w:eastAsia="仿宋_GB2312" w:hint="eastAsia"/>
                <w:bCs/>
                <w:sz w:val="24"/>
              </w:rPr>
            </w:pPr>
            <w:r>
              <w:rPr>
                <w:rFonts w:ascii="仿宋_GB2312" w:eastAsia="仿宋_GB2312" w:hint="eastAsia"/>
                <w:bCs/>
                <w:sz w:val="24"/>
              </w:rPr>
              <w:t>（初审意见）</w:t>
            </w:r>
          </w:p>
          <w:p w:rsidR="0017457B" w:rsidRDefault="0017457B" w:rsidP="002A1CE9">
            <w:pPr>
              <w:spacing w:line="500" w:lineRule="exact"/>
              <w:jc w:val="center"/>
              <w:rPr>
                <w:rFonts w:ascii="仿宋_GB2312" w:eastAsia="仿宋_GB2312" w:hint="eastAsia"/>
                <w:bCs/>
                <w:sz w:val="24"/>
              </w:rPr>
            </w:pPr>
          </w:p>
          <w:p w:rsidR="0017457B" w:rsidRDefault="0017457B" w:rsidP="002A1CE9">
            <w:pPr>
              <w:spacing w:line="500" w:lineRule="exact"/>
              <w:jc w:val="center"/>
              <w:rPr>
                <w:rFonts w:ascii="仿宋_GB2312" w:eastAsia="仿宋_GB2312" w:hint="eastAsia"/>
                <w:bCs/>
                <w:sz w:val="24"/>
              </w:rPr>
            </w:pPr>
          </w:p>
          <w:p w:rsidR="0017457B" w:rsidRDefault="0017457B" w:rsidP="002A1CE9">
            <w:pPr>
              <w:spacing w:line="500" w:lineRule="exact"/>
              <w:ind w:right="480"/>
              <w:jc w:val="center"/>
              <w:rPr>
                <w:rFonts w:ascii="仿宋_GB2312" w:eastAsia="仿宋_GB2312" w:hint="eastAsia"/>
                <w:bCs/>
                <w:sz w:val="24"/>
              </w:rPr>
            </w:pPr>
            <w:r>
              <w:rPr>
                <w:rFonts w:ascii="仿宋_GB2312" w:eastAsia="仿宋_GB2312" w:hint="eastAsia"/>
                <w:bCs/>
                <w:sz w:val="24"/>
              </w:rPr>
              <w:t xml:space="preserve">                审核人签字                    </w:t>
            </w:r>
          </w:p>
          <w:p w:rsidR="0017457B" w:rsidRDefault="0017457B" w:rsidP="002A1CE9">
            <w:pPr>
              <w:spacing w:line="500" w:lineRule="exact"/>
              <w:ind w:right="480"/>
              <w:jc w:val="center"/>
              <w:rPr>
                <w:rFonts w:ascii="仿宋_GB2312" w:eastAsia="仿宋_GB2312" w:hint="eastAsia"/>
                <w:bCs/>
                <w:sz w:val="24"/>
              </w:rPr>
            </w:pPr>
          </w:p>
          <w:p w:rsidR="0017457B" w:rsidRDefault="0017457B" w:rsidP="002A1CE9">
            <w:pPr>
              <w:spacing w:line="500" w:lineRule="exact"/>
              <w:ind w:right="480"/>
              <w:jc w:val="center"/>
              <w:rPr>
                <w:rFonts w:ascii="仿宋_GB2312" w:eastAsia="仿宋_GB2312" w:hint="eastAsia"/>
                <w:bCs/>
                <w:sz w:val="24"/>
              </w:rPr>
            </w:pPr>
            <w:r>
              <w:rPr>
                <w:rFonts w:ascii="仿宋_GB2312" w:eastAsia="仿宋_GB2312" w:hint="eastAsia"/>
                <w:bCs/>
                <w:sz w:val="24"/>
              </w:rPr>
              <w:t xml:space="preserve">                    单位负责人签字                </w:t>
            </w:r>
          </w:p>
          <w:p w:rsidR="0017457B" w:rsidRDefault="0017457B" w:rsidP="002A1CE9">
            <w:pPr>
              <w:spacing w:line="500" w:lineRule="exact"/>
              <w:ind w:right="480"/>
              <w:jc w:val="center"/>
              <w:rPr>
                <w:rFonts w:ascii="仿宋_GB2312" w:eastAsia="仿宋_GB2312" w:hint="eastAsia"/>
                <w:bCs/>
                <w:sz w:val="24"/>
              </w:rPr>
            </w:pPr>
            <w:r>
              <w:rPr>
                <w:rFonts w:ascii="仿宋_GB2312" w:eastAsia="仿宋_GB2312" w:hint="eastAsia"/>
                <w:bCs/>
                <w:sz w:val="24"/>
              </w:rPr>
              <w:t xml:space="preserve">                                            （单位公章）     </w:t>
            </w:r>
          </w:p>
          <w:p w:rsidR="0017457B" w:rsidRDefault="0017457B" w:rsidP="002A1CE9">
            <w:pPr>
              <w:spacing w:line="500" w:lineRule="exact"/>
              <w:ind w:right="240"/>
              <w:jc w:val="right"/>
              <w:rPr>
                <w:rFonts w:ascii="仿宋_GB2312" w:eastAsia="仿宋_GB2312" w:hint="eastAsia"/>
                <w:bCs/>
                <w:sz w:val="24"/>
              </w:rPr>
            </w:pPr>
            <w:r>
              <w:rPr>
                <w:rFonts w:ascii="仿宋_GB2312" w:eastAsia="仿宋_GB2312" w:hint="eastAsia"/>
                <w:bCs/>
                <w:sz w:val="24"/>
              </w:rPr>
              <w:t xml:space="preserve">年  　月  　日     </w:t>
            </w:r>
          </w:p>
        </w:tc>
      </w:tr>
      <w:tr w:rsidR="0017457B" w:rsidTr="002A1CE9">
        <w:trPr>
          <w:jc w:val="center"/>
        </w:trPr>
        <w:tc>
          <w:tcPr>
            <w:tcW w:w="1772" w:type="dxa"/>
            <w:gridSpan w:val="2"/>
            <w:tcBorders>
              <w:right w:val="single" w:sz="4" w:space="0" w:color="auto"/>
            </w:tcBorders>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地市级中医药主管部门意见</w:t>
            </w:r>
          </w:p>
        </w:tc>
        <w:tc>
          <w:tcPr>
            <w:tcW w:w="8009" w:type="dxa"/>
            <w:gridSpan w:val="4"/>
            <w:tcBorders>
              <w:left w:val="single" w:sz="4" w:space="0" w:color="auto"/>
            </w:tcBorders>
            <w:vAlign w:val="center"/>
          </w:tcPr>
          <w:p w:rsidR="0017457B" w:rsidRDefault="0017457B" w:rsidP="002A1CE9">
            <w:pPr>
              <w:spacing w:line="480" w:lineRule="exact"/>
              <w:rPr>
                <w:rFonts w:ascii="仿宋_GB2312" w:eastAsia="仿宋_GB2312" w:hint="eastAsia"/>
                <w:bCs/>
                <w:sz w:val="24"/>
              </w:rPr>
            </w:pPr>
            <w:r>
              <w:rPr>
                <w:rFonts w:ascii="仿宋_GB2312" w:eastAsia="仿宋_GB2312" w:hint="eastAsia"/>
                <w:bCs/>
                <w:sz w:val="24"/>
              </w:rPr>
              <w:t>（复审意见）</w:t>
            </w: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审核人签字                    </w:t>
            </w:r>
          </w:p>
          <w:p w:rsidR="0017457B" w:rsidRDefault="0017457B" w:rsidP="002A1CE9">
            <w:pPr>
              <w:spacing w:line="480" w:lineRule="exact"/>
              <w:ind w:right="480"/>
              <w:jc w:val="center"/>
              <w:rPr>
                <w:rFonts w:ascii="仿宋_GB2312" w:eastAsia="仿宋_GB2312" w:hint="eastAsia"/>
                <w:bCs/>
                <w:sz w:val="24"/>
              </w:rPr>
            </w:pP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单位负责人签字                </w:t>
            </w: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（单位公章）     </w:t>
            </w: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年  　月  　日       </w:t>
            </w:r>
          </w:p>
        </w:tc>
      </w:tr>
      <w:tr w:rsidR="0017457B" w:rsidTr="002A1CE9">
        <w:trPr>
          <w:jc w:val="center"/>
        </w:trPr>
        <w:tc>
          <w:tcPr>
            <w:tcW w:w="1772" w:type="dxa"/>
            <w:gridSpan w:val="2"/>
            <w:tcBorders>
              <w:right w:val="single" w:sz="4" w:space="0" w:color="auto"/>
            </w:tcBorders>
            <w:vAlign w:val="center"/>
          </w:tcPr>
          <w:p w:rsidR="0017457B" w:rsidRDefault="0017457B" w:rsidP="002A1CE9">
            <w:pPr>
              <w:spacing w:line="360" w:lineRule="auto"/>
              <w:jc w:val="center"/>
              <w:rPr>
                <w:rFonts w:ascii="仿宋_GB2312" w:eastAsia="仿宋_GB2312" w:hint="eastAsia"/>
                <w:bCs/>
                <w:sz w:val="24"/>
              </w:rPr>
            </w:pPr>
            <w:r>
              <w:rPr>
                <w:rFonts w:ascii="仿宋_GB2312" w:eastAsia="仿宋_GB2312" w:hint="eastAsia"/>
                <w:bCs/>
                <w:sz w:val="24"/>
              </w:rPr>
              <w:t>省级中医药主管部门意见</w:t>
            </w:r>
          </w:p>
        </w:tc>
        <w:tc>
          <w:tcPr>
            <w:tcW w:w="8009" w:type="dxa"/>
            <w:gridSpan w:val="4"/>
            <w:tcBorders>
              <w:left w:val="single" w:sz="4" w:space="0" w:color="auto"/>
            </w:tcBorders>
            <w:vAlign w:val="center"/>
          </w:tcPr>
          <w:p w:rsidR="0017457B" w:rsidRDefault="0017457B" w:rsidP="002A1CE9">
            <w:pPr>
              <w:spacing w:line="480" w:lineRule="exact"/>
              <w:rPr>
                <w:rFonts w:ascii="仿宋_GB2312" w:eastAsia="仿宋_GB2312" w:hint="eastAsia"/>
                <w:bCs/>
                <w:sz w:val="24"/>
              </w:rPr>
            </w:pPr>
            <w:r>
              <w:rPr>
                <w:rFonts w:ascii="仿宋_GB2312" w:eastAsia="仿宋_GB2312" w:hint="eastAsia"/>
                <w:bCs/>
                <w:sz w:val="24"/>
              </w:rPr>
              <w:t>（审核意见）</w:t>
            </w: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jc w:val="center"/>
              <w:rPr>
                <w:rFonts w:ascii="仿宋_GB2312" w:eastAsia="仿宋_GB2312" w:hint="eastAsia"/>
                <w:bCs/>
                <w:sz w:val="24"/>
              </w:rPr>
            </w:pP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审核人签字                    </w:t>
            </w:r>
          </w:p>
          <w:p w:rsidR="0017457B" w:rsidRDefault="0017457B" w:rsidP="002A1CE9">
            <w:pPr>
              <w:spacing w:line="480" w:lineRule="exact"/>
              <w:ind w:right="480"/>
              <w:jc w:val="center"/>
              <w:rPr>
                <w:rFonts w:ascii="仿宋_GB2312" w:eastAsia="仿宋_GB2312" w:hint="eastAsia"/>
                <w:bCs/>
                <w:sz w:val="24"/>
              </w:rPr>
            </w:pP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单位负责人签字                </w:t>
            </w:r>
          </w:p>
          <w:p w:rsidR="0017457B" w:rsidRDefault="0017457B" w:rsidP="002A1CE9">
            <w:pPr>
              <w:spacing w:line="480" w:lineRule="exact"/>
              <w:ind w:right="480"/>
              <w:jc w:val="center"/>
              <w:rPr>
                <w:rFonts w:ascii="仿宋_GB2312" w:eastAsia="仿宋_GB2312" w:hint="eastAsia"/>
                <w:bCs/>
                <w:sz w:val="24"/>
              </w:rPr>
            </w:pPr>
            <w:r>
              <w:rPr>
                <w:rFonts w:ascii="仿宋_GB2312" w:eastAsia="仿宋_GB2312" w:hint="eastAsia"/>
                <w:bCs/>
                <w:sz w:val="24"/>
              </w:rPr>
              <w:t xml:space="preserve">                                            （单位公章）     </w:t>
            </w:r>
          </w:p>
          <w:p w:rsidR="0017457B" w:rsidRDefault="0017457B" w:rsidP="002A1CE9">
            <w:pPr>
              <w:spacing w:line="480" w:lineRule="exact"/>
              <w:ind w:right="1080"/>
              <w:jc w:val="center"/>
              <w:rPr>
                <w:rFonts w:ascii="仿宋_GB2312" w:eastAsia="仿宋_GB2312" w:hint="eastAsia"/>
                <w:bCs/>
                <w:sz w:val="24"/>
              </w:rPr>
            </w:pPr>
            <w:r>
              <w:rPr>
                <w:rFonts w:ascii="仿宋_GB2312" w:eastAsia="仿宋_GB2312" w:hint="eastAsia"/>
                <w:bCs/>
                <w:sz w:val="24"/>
              </w:rPr>
              <w:t xml:space="preserve">                                         年  　月  　日       </w:t>
            </w:r>
          </w:p>
        </w:tc>
      </w:tr>
    </w:tbl>
    <w:p w:rsidR="0017457B" w:rsidRDefault="0017457B" w:rsidP="0017457B">
      <w:pPr>
        <w:jc w:val="center"/>
        <w:rPr>
          <w:rFonts w:ascii="方正小标宋简体" w:eastAsia="方正小标宋简体" w:hint="eastAsia"/>
          <w:b/>
          <w:sz w:val="44"/>
          <w:szCs w:val="44"/>
        </w:rPr>
      </w:pPr>
      <w:r>
        <w:rPr>
          <w:rFonts w:ascii="方正小标宋简体" w:eastAsia="方正小标宋简体" w:hint="eastAsia"/>
          <w:b/>
          <w:sz w:val="44"/>
          <w:szCs w:val="44"/>
        </w:rPr>
        <w:lastRenderedPageBreak/>
        <w:t>填表说明</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1.本表供中医医术确有专长人员（师承学习人员）申请参加医师资格考核时使用。</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2.一律用钢笔或签字笔填写，内容要具体、真实，字迹要端正清楚。</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3.第1－2页由申请人填写，第3页由申请人的指导老师填写，第4-5页由推荐医师填写，第6页由各级中医药主管部门填写。</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4.表内的年月日时间，一律用公历阿拉伯数字填写。</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5.照片应为申请人近期二寸免冠白底照片。</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6.文化程度：填写申请人目前所取得的最高学历。</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7.工作单位：没有工作单位者，填“无”。</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8.身份证号码：也可填写军官证、港澳居民来往内地通行证、台湾居民来往大陆通行证等其他有效</w:t>
      </w:r>
      <w:r>
        <w:rPr>
          <w:rFonts w:ascii="仿宋" w:eastAsia="仿宋" w:hAnsi="仿宋"/>
          <w:color w:val="000000"/>
          <w:sz w:val="32"/>
          <w:szCs w:val="32"/>
        </w:rPr>
        <w:t>身份证明编号</w:t>
      </w:r>
      <w:r>
        <w:rPr>
          <w:rFonts w:ascii="仿宋" w:eastAsia="仿宋" w:hAnsi="仿宋" w:hint="eastAsia"/>
          <w:color w:val="000000"/>
          <w:sz w:val="32"/>
          <w:szCs w:val="32"/>
        </w:rPr>
        <w:t>。</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9.跟师学习地点：应具体到跟师学习及临床实践医疗机构。</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10.医术专长：应包括使用的中医药技术方法和擅长治疗的病证范围。</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11.近五年服务人数：是指近五年内在指导老师指导下应用医术专长服务的人数。</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12.医术专长综述：包括医术的基本内容及特点描述、适应症或适用范围、安全性及有效性的说明等。</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13.指导老师基本情况：需附指导老师医师资格证书、医师执业证书复印件，中医类副主任医师以上专业技术职务任职资格证书复印件或者指导老师工作单位出具的</w:t>
      </w:r>
      <w:r>
        <w:rPr>
          <w:rFonts w:ascii="仿宋" w:eastAsia="仿宋" w:hAnsi="仿宋"/>
          <w:color w:val="000000"/>
          <w:sz w:val="32"/>
          <w:szCs w:val="32"/>
        </w:rPr>
        <w:t>从事中医临床工作</w:t>
      </w:r>
      <w:r>
        <w:rPr>
          <w:rFonts w:ascii="仿宋" w:eastAsia="仿宋" w:hAnsi="仿宋" w:hint="eastAsia"/>
          <w:color w:val="000000"/>
          <w:sz w:val="32"/>
          <w:szCs w:val="32"/>
        </w:rPr>
        <w:t>十五</w:t>
      </w:r>
      <w:r>
        <w:rPr>
          <w:rFonts w:ascii="仿宋" w:eastAsia="仿宋" w:hAnsi="仿宋"/>
          <w:color w:val="000000"/>
          <w:sz w:val="32"/>
          <w:szCs w:val="32"/>
        </w:rPr>
        <w:t>年以上</w:t>
      </w:r>
      <w:r>
        <w:rPr>
          <w:rFonts w:ascii="仿宋" w:eastAsia="仿宋" w:hAnsi="仿宋"/>
          <w:color w:val="000000"/>
          <w:sz w:val="32"/>
          <w:szCs w:val="32"/>
        </w:rPr>
        <w:lastRenderedPageBreak/>
        <w:t>证明材料</w:t>
      </w:r>
      <w:r>
        <w:rPr>
          <w:rFonts w:ascii="仿宋" w:eastAsia="仿宋" w:hAnsi="仿宋" w:hint="eastAsia"/>
          <w:sz w:val="30"/>
          <w:szCs w:val="30"/>
        </w:rPr>
        <w:t>。</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14.指导老师意见：包括对学生跟师学习情况的评价意见及出师结论等。</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15.推荐医师基本情况：需附推荐医师医师资格证书、医师执业证书复印件。</w:t>
      </w:r>
    </w:p>
    <w:p w:rsidR="0017457B" w:rsidRDefault="0017457B" w:rsidP="0017457B">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16.推荐医师意见：包括被推荐人姓名、医术专长和推荐理由等。</w:t>
      </w:r>
    </w:p>
    <w:p w:rsidR="0017457B" w:rsidRDefault="0017457B" w:rsidP="0017457B">
      <w:pPr>
        <w:spacing w:line="560" w:lineRule="exact"/>
        <w:ind w:firstLineChars="200" w:firstLine="600"/>
        <w:rPr>
          <w:rFonts w:ascii="仿宋" w:eastAsia="仿宋" w:hAnsi="仿宋" w:hint="eastAsia"/>
          <w:color w:val="FF0000"/>
          <w:sz w:val="30"/>
          <w:szCs w:val="30"/>
        </w:rPr>
      </w:pPr>
    </w:p>
    <w:p w:rsidR="00724BB2" w:rsidRPr="0017457B" w:rsidRDefault="00724BB2"/>
    <w:sectPr w:rsidR="00724BB2" w:rsidRPr="0017457B">
      <w:pgSz w:w="11906" w:h="16838"/>
      <w:pgMar w:top="1701" w:right="1531" w:bottom="1701" w:left="1531"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7457B"/>
    <w:rsid w:val="00000700"/>
    <w:rsid w:val="00000CFC"/>
    <w:rsid w:val="00000F0B"/>
    <w:rsid w:val="00001B16"/>
    <w:rsid w:val="00004C2A"/>
    <w:rsid w:val="00005E99"/>
    <w:rsid w:val="00005FDE"/>
    <w:rsid w:val="00011A0E"/>
    <w:rsid w:val="00013734"/>
    <w:rsid w:val="0001440A"/>
    <w:rsid w:val="0001455D"/>
    <w:rsid w:val="00015198"/>
    <w:rsid w:val="0001730E"/>
    <w:rsid w:val="000176B3"/>
    <w:rsid w:val="00017705"/>
    <w:rsid w:val="00022FBB"/>
    <w:rsid w:val="00031B71"/>
    <w:rsid w:val="00032078"/>
    <w:rsid w:val="000339FD"/>
    <w:rsid w:val="00033ADF"/>
    <w:rsid w:val="00033CA0"/>
    <w:rsid w:val="00034DFA"/>
    <w:rsid w:val="0003626C"/>
    <w:rsid w:val="000362A1"/>
    <w:rsid w:val="00037F6E"/>
    <w:rsid w:val="00040280"/>
    <w:rsid w:val="00041DC0"/>
    <w:rsid w:val="00045F13"/>
    <w:rsid w:val="00046A12"/>
    <w:rsid w:val="00051E67"/>
    <w:rsid w:val="0005249C"/>
    <w:rsid w:val="00054966"/>
    <w:rsid w:val="00056AE4"/>
    <w:rsid w:val="00061F81"/>
    <w:rsid w:val="00062613"/>
    <w:rsid w:val="000638DE"/>
    <w:rsid w:val="00067303"/>
    <w:rsid w:val="00067541"/>
    <w:rsid w:val="00071BB4"/>
    <w:rsid w:val="0007363D"/>
    <w:rsid w:val="000748AB"/>
    <w:rsid w:val="00077DEA"/>
    <w:rsid w:val="000803D3"/>
    <w:rsid w:val="000843EF"/>
    <w:rsid w:val="00086C88"/>
    <w:rsid w:val="00086FE6"/>
    <w:rsid w:val="00094B5E"/>
    <w:rsid w:val="000957A7"/>
    <w:rsid w:val="000962B3"/>
    <w:rsid w:val="000A17F8"/>
    <w:rsid w:val="000A26AD"/>
    <w:rsid w:val="000A33A8"/>
    <w:rsid w:val="000A48F5"/>
    <w:rsid w:val="000A6B15"/>
    <w:rsid w:val="000A77A4"/>
    <w:rsid w:val="000B154D"/>
    <w:rsid w:val="000B27CD"/>
    <w:rsid w:val="000B2854"/>
    <w:rsid w:val="000B3699"/>
    <w:rsid w:val="000B56C9"/>
    <w:rsid w:val="000B6B97"/>
    <w:rsid w:val="000B7A88"/>
    <w:rsid w:val="000C0AB0"/>
    <w:rsid w:val="000C1CB3"/>
    <w:rsid w:val="000C21F2"/>
    <w:rsid w:val="000C24FB"/>
    <w:rsid w:val="000C254A"/>
    <w:rsid w:val="000C3BEC"/>
    <w:rsid w:val="000C4D9B"/>
    <w:rsid w:val="000C6F35"/>
    <w:rsid w:val="000D0DCD"/>
    <w:rsid w:val="000D2DBA"/>
    <w:rsid w:val="000D491F"/>
    <w:rsid w:val="000F0490"/>
    <w:rsid w:val="000F0BA8"/>
    <w:rsid w:val="000F0F55"/>
    <w:rsid w:val="000F57AD"/>
    <w:rsid w:val="000F779D"/>
    <w:rsid w:val="0010013E"/>
    <w:rsid w:val="0010419B"/>
    <w:rsid w:val="001041E1"/>
    <w:rsid w:val="0010452C"/>
    <w:rsid w:val="00104935"/>
    <w:rsid w:val="001049A7"/>
    <w:rsid w:val="00106F15"/>
    <w:rsid w:val="00111EB4"/>
    <w:rsid w:val="00113899"/>
    <w:rsid w:val="00113BC1"/>
    <w:rsid w:val="0011444D"/>
    <w:rsid w:val="00115902"/>
    <w:rsid w:val="00117727"/>
    <w:rsid w:val="00117FAA"/>
    <w:rsid w:val="001223C8"/>
    <w:rsid w:val="0012481C"/>
    <w:rsid w:val="00125E7B"/>
    <w:rsid w:val="00126D06"/>
    <w:rsid w:val="0013197B"/>
    <w:rsid w:val="00137020"/>
    <w:rsid w:val="00140385"/>
    <w:rsid w:val="00140C88"/>
    <w:rsid w:val="00142E2E"/>
    <w:rsid w:val="00144670"/>
    <w:rsid w:val="00145A8C"/>
    <w:rsid w:val="00146B29"/>
    <w:rsid w:val="00150A09"/>
    <w:rsid w:val="00150BD6"/>
    <w:rsid w:val="00161390"/>
    <w:rsid w:val="00163EB3"/>
    <w:rsid w:val="00164CE8"/>
    <w:rsid w:val="00170737"/>
    <w:rsid w:val="001716C0"/>
    <w:rsid w:val="001719F3"/>
    <w:rsid w:val="0017280E"/>
    <w:rsid w:val="0017457B"/>
    <w:rsid w:val="00174F80"/>
    <w:rsid w:val="001752AF"/>
    <w:rsid w:val="001765ED"/>
    <w:rsid w:val="00176732"/>
    <w:rsid w:val="00176909"/>
    <w:rsid w:val="001770D1"/>
    <w:rsid w:val="0017757F"/>
    <w:rsid w:val="001809BE"/>
    <w:rsid w:val="00180F88"/>
    <w:rsid w:val="001813B3"/>
    <w:rsid w:val="00183965"/>
    <w:rsid w:val="00183E16"/>
    <w:rsid w:val="00185104"/>
    <w:rsid w:val="0018557D"/>
    <w:rsid w:val="00185862"/>
    <w:rsid w:val="00185C4C"/>
    <w:rsid w:val="00185F81"/>
    <w:rsid w:val="001875F8"/>
    <w:rsid w:val="001967A2"/>
    <w:rsid w:val="00197C52"/>
    <w:rsid w:val="001A0662"/>
    <w:rsid w:val="001A2A0A"/>
    <w:rsid w:val="001A337A"/>
    <w:rsid w:val="001A3F57"/>
    <w:rsid w:val="001A5412"/>
    <w:rsid w:val="001A5FF9"/>
    <w:rsid w:val="001A75AF"/>
    <w:rsid w:val="001B0781"/>
    <w:rsid w:val="001B1F65"/>
    <w:rsid w:val="001B3315"/>
    <w:rsid w:val="001B5001"/>
    <w:rsid w:val="001B63A2"/>
    <w:rsid w:val="001B6BA2"/>
    <w:rsid w:val="001C02C8"/>
    <w:rsid w:val="001C05B9"/>
    <w:rsid w:val="001C16A8"/>
    <w:rsid w:val="001C1802"/>
    <w:rsid w:val="001C3B57"/>
    <w:rsid w:val="001C4CB2"/>
    <w:rsid w:val="001C5626"/>
    <w:rsid w:val="001C6854"/>
    <w:rsid w:val="001C6870"/>
    <w:rsid w:val="001C7387"/>
    <w:rsid w:val="001C7458"/>
    <w:rsid w:val="001C760A"/>
    <w:rsid w:val="001D0F6C"/>
    <w:rsid w:val="001D4225"/>
    <w:rsid w:val="001D61FD"/>
    <w:rsid w:val="001D6CFA"/>
    <w:rsid w:val="001D7A64"/>
    <w:rsid w:val="001E3051"/>
    <w:rsid w:val="001E4A70"/>
    <w:rsid w:val="001E6FB5"/>
    <w:rsid w:val="001F0439"/>
    <w:rsid w:val="001F1EFF"/>
    <w:rsid w:val="001F692F"/>
    <w:rsid w:val="001F6D92"/>
    <w:rsid w:val="00200734"/>
    <w:rsid w:val="002025DD"/>
    <w:rsid w:val="0020460C"/>
    <w:rsid w:val="0020693D"/>
    <w:rsid w:val="002105FF"/>
    <w:rsid w:val="002113FF"/>
    <w:rsid w:val="00211BA1"/>
    <w:rsid w:val="00213062"/>
    <w:rsid w:val="00216635"/>
    <w:rsid w:val="00216F4E"/>
    <w:rsid w:val="00217216"/>
    <w:rsid w:val="00220882"/>
    <w:rsid w:val="002217FA"/>
    <w:rsid w:val="0022426F"/>
    <w:rsid w:val="00224403"/>
    <w:rsid w:val="00224875"/>
    <w:rsid w:val="00231045"/>
    <w:rsid w:val="00241598"/>
    <w:rsid w:val="00241CBC"/>
    <w:rsid w:val="00244780"/>
    <w:rsid w:val="002447E4"/>
    <w:rsid w:val="00245655"/>
    <w:rsid w:val="0025063E"/>
    <w:rsid w:val="00255CD3"/>
    <w:rsid w:val="00255E60"/>
    <w:rsid w:val="0025677F"/>
    <w:rsid w:val="00257FEC"/>
    <w:rsid w:val="00260248"/>
    <w:rsid w:val="002622C7"/>
    <w:rsid w:val="00264362"/>
    <w:rsid w:val="002656EE"/>
    <w:rsid w:val="00267153"/>
    <w:rsid w:val="0027043E"/>
    <w:rsid w:val="002712CA"/>
    <w:rsid w:val="00271591"/>
    <w:rsid w:val="00271C62"/>
    <w:rsid w:val="00273241"/>
    <w:rsid w:val="00275129"/>
    <w:rsid w:val="00276058"/>
    <w:rsid w:val="00276268"/>
    <w:rsid w:val="00280552"/>
    <w:rsid w:val="00282637"/>
    <w:rsid w:val="00283B8E"/>
    <w:rsid w:val="002867AC"/>
    <w:rsid w:val="00286A2E"/>
    <w:rsid w:val="002874F6"/>
    <w:rsid w:val="002877F4"/>
    <w:rsid w:val="002947A8"/>
    <w:rsid w:val="0029608A"/>
    <w:rsid w:val="002977FE"/>
    <w:rsid w:val="002A0B78"/>
    <w:rsid w:val="002A1B49"/>
    <w:rsid w:val="002A300D"/>
    <w:rsid w:val="002A5491"/>
    <w:rsid w:val="002A55D4"/>
    <w:rsid w:val="002A6D27"/>
    <w:rsid w:val="002A6D92"/>
    <w:rsid w:val="002B4A8A"/>
    <w:rsid w:val="002B586A"/>
    <w:rsid w:val="002B5DBD"/>
    <w:rsid w:val="002C1707"/>
    <w:rsid w:val="002C1C87"/>
    <w:rsid w:val="002C2308"/>
    <w:rsid w:val="002C2C0A"/>
    <w:rsid w:val="002C6538"/>
    <w:rsid w:val="002D05C8"/>
    <w:rsid w:val="002D170A"/>
    <w:rsid w:val="002D222B"/>
    <w:rsid w:val="002D2BF8"/>
    <w:rsid w:val="002D3299"/>
    <w:rsid w:val="002D4141"/>
    <w:rsid w:val="002D6AC5"/>
    <w:rsid w:val="002E29E3"/>
    <w:rsid w:val="002E34BA"/>
    <w:rsid w:val="002E3EAE"/>
    <w:rsid w:val="002E51FA"/>
    <w:rsid w:val="002E53F9"/>
    <w:rsid w:val="002F0E8A"/>
    <w:rsid w:val="002F0F9E"/>
    <w:rsid w:val="002F2EA3"/>
    <w:rsid w:val="002F2FC5"/>
    <w:rsid w:val="002F6151"/>
    <w:rsid w:val="00301474"/>
    <w:rsid w:val="00303CFB"/>
    <w:rsid w:val="003049A0"/>
    <w:rsid w:val="00307289"/>
    <w:rsid w:val="00312505"/>
    <w:rsid w:val="003142AB"/>
    <w:rsid w:val="003212DC"/>
    <w:rsid w:val="00321958"/>
    <w:rsid w:val="00327A4A"/>
    <w:rsid w:val="00330238"/>
    <w:rsid w:val="0033127D"/>
    <w:rsid w:val="00333B38"/>
    <w:rsid w:val="00335B8C"/>
    <w:rsid w:val="00341ED3"/>
    <w:rsid w:val="0034289C"/>
    <w:rsid w:val="00342A96"/>
    <w:rsid w:val="003440AF"/>
    <w:rsid w:val="003445C6"/>
    <w:rsid w:val="0034531F"/>
    <w:rsid w:val="003458B8"/>
    <w:rsid w:val="00345900"/>
    <w:rsid w:val="00351BE8"/>
    <w:rsid w:val="00353AF9"/>
    <w:rsid w:val="00353D98"/>
    <w:rsid w:val="00353EEB"/>
    <w:rsid w:val="00355B43"/>
    <w:rsid w:val="003575BD"/>
    <w:rsid w:val="0036206F"/>
    <w:rsid w:val="00362840"/>
    <w:rsid w:val="00362F71"/>
    <w:rsid w:val="00363FD7"/>
    <w:rsid w:val="003712A2"/>
    <w:rsid w:val="003730CB"/>
    <w:rsid w:val="00373604"/>
    <w:rsid w:val="003742BF"/>
    <w:rsid w:val="003746AC"/>
    <w:rsid w:val="0038069C"/>
    <w:rsid w:val="0038082A"/>
    <w:rsid w:val="0038300A"/>
    <w:rsid w:val="00383B17"/>
    <w:rsid w:val="0038480F"/>
    <w:rsid w:val="00384D4E"/>
    <w:rsid w:val="00384EA0"/>
    <w:rsid w:val="00393950"/>
    <w:rsid w:val="003A0A87"/>
    <w:rsid w:val="003A2E0A"/>
    <w:rsid w:val="003A3026"/>
    <w:rsid w:val="003A3A36"/>
    <w:rsid w:val="003A46F4"/>
    <w:rsid w:val="003A5452"/>
    <w:rsid w:val="003A6234"/>
    <w:rsid w:val="003A672C"/>
    <w:rsid w:val="003A6F83"/>
    <w:rsid w:val="003B43E2"/>
    <w:rsid w:val="003B4A53"/>
    <w:rsid w:val="003B56CD"/>
    <w:rsid w:val="003C100A"/>
    <w:rsid w:val="003C11BE"/>
    <w:rsid w:val="003C3B8D"/>
    <w:rsid w:val="003D57E1"/>
    <w:rsid w:val="003D63DA"/>
    <w:rsid w:val="003D791B"/>
    <w:rsid w:val="003E1229"/>
    <w:rsid w:val="003E1A44"/>
    <w:rsid w:val="003E3CCC"/>
    <w:rsid w:val="003E48DA"/>
    <w:rsid w:val="003E6255"/>
    <w:rsid w:val="003E7138"/>
    <w:rsid w:val="003E7B96"/>
    <w:rsid w:val="003F30E9"/>
    <w:rsid w:val="003F3B43"/>
    <w:rsid w:val="003F3F92"/>
    <w:rsid w:val="003F438C"/>
    <w:rsid w:val="0040017C"/>
    <w:rsid w:val="00401620"/>
    <w:rsid w:val="0040253C"/>
    <w:rsid w:val="00402F7F"/>
    <w:rsid w:val="00406BC3"/>
    <w:rsid w:val="004071FE"/>
    <w:rsid w:val="00407E6B"/>
    <w:rsid w:val="0041053D"/>
    <w:rsid w:val="0041380B"/>
    <w:rsid w:val="0041712F"/>
    <w:rsid w:val="00420890"/>
    <w:rsid w:val="00421111"/>
    <w:rsid w:val="004221B9"/>
    <w:rsid w:val="00422390"/>
    <w:rsid w:val="00423102"/>
    <w:rsid w:val="0042530C"/>
    <w:rsid w:val="00425368"/>
    <w:rsid w:val="004265FF"/>
    <w:rsid w:val="004273E6"/>
    <w:rsid w:val="0042744B"/>
    <w:rsid w:val="004300C9"/>
    <w:rsid w:val="00431578"/>
    <w:rsid w:val="0043179F"/>
    <w:rsid w:val="004319D7"/>
    <w:rsid w:val="00431B0C"/>
    <w:rsid w:val="00432B0B"/>
    <w:rsid w:val="004373A0"/>
    <w:rsid w:val="004443FA"/>
    <w:rsid w:val="004445A9"/>
    <w:rsid w:val="00445452"/>
    <w:rsid w:val="00446579"/>
    <w:rsid w:val="00450BFF"/>
    <w:rsid w:val="00451855"/>
    <w:rsid w:val="00453544"/>
    <w:rsid w:val="004544DE"/>
    <w:rsid w:val="0045560E"/>
    <w:rsid w:val="004565E7"/>
    <w:rsid w:val="00456F85"/>
    <w:rsid w:val="00457ACA"/>
    <w:rsid w:val="00457E60"/>
    <w:rsid w:val="00463DB6"/>
    <w:rsid w:val="0046495B"/>
    <w:rsid w:val="00466207"/>
    <w:rsid w:val="00466C93"/>
    <w:rsid w:val="0047202B"/>
    <w:rsid w:val="0047232D"/>
    <w:rsid w:val="00474A65"/>
    <w:rsid w:val="00482348"/>
    <w:rsid w:val="00482609"/>
    <w:rsid w:val="0048666C"/>
    <w:rsid w:val="00490F12"/>
    <w:rsid w:val="00490FE9"/>
    <w:rsid w:val="00492F7C"/>
    <w:rsid w:val="00494BFE"/>
    <w:rsid w:val="00496DB3"/>
    <w:rsid w:val="004A01E7"/>
    <w:rsid w:val="004A057B"/>
    <w:rsid w:val="004A21CD"/>
    <w:rsid w:val="004A2D0F"/>
    <w:rsid w:val="004A2DEE"/>
    <w:rsid w:val="004A4481"/>
    <w:rsid w:val="004A5BF3"/>
    <w:rsid w:val="004A6790"/>
    <w:rsid w:val="004A77EF"/>
    <w:rsid w:val="004B1BDC"/>
    <w:rsid w:val="004B2978"/>
    <w:rsid w:val="004B45BC"/>
    <w:rsid w:val="004B4794"/>
    <w:rsid w:val="004B4883"/>
    <w:rsid w:val="004B693A"/>
    <w:rsid w:val="004B71B7"/>
    <w:rsid w:val="004C0661"/>
    <w:rsid w:val="004C11B9"/>
    <w:rsid w:val="004C1566"/>
    <w:rsid w:val="004C1759"/>
    <w:rsid w:val="004C371E"/>
    <w:rsid w:val="004C56ED"/>
    <w:rsid w:val="004C57A0"/>
    <w:rsid w:val="004C6937"/>
    <w:rsid w:val="004D2A45"/>
    <w:rsid w:val="004D3EB6"/>
    <w:rsid w:val="004D54E8"/>
    <w:rsid w:val="004D638C"/>
    <w:rsid w:val="004D77E2"/>
    <w:rsid w:val="004D7821"/>
    <w:rsid w:val="004E1B85"/>
    <w:rsid w:val="004E1CEC"/>
    <w:rsid w:val="004E1D96"/>
    <w:rsid w:val="004E30F7"/>
    <w:rsid w:val="004E7E6C"/>
    <w:rsid w:val="004F0070"/>
    <w:rsid w:val="004F22E4"/>
    <w:rsid w:val="004F4C55"/>
    <w:rsid w:val="004F5BC4"/>
    <w:rsid w:val="004F7BEA"/>
    <w:rsid w:val="004F7FF4"/>
    <w:rsid w:val="00500E38"/>
    <w:rsid w:val="00501F02"/>
    <w:rsid w:val="00512166"/>
    <w:rsid w:val="00512A97"/>
    <w:rsid w:val="00521B89"/>
    <w:rsid w:val="005233F6"/>
    <w:rsid w:val="005303E0"/>
    <w:rsid w:val="005362FB"/>
    <w:rsid w:val="00540B76"/>
    <w:rsid w:val="005417C2"/>
    <w:rsid w:val="00546411"/>
    <w:rsid w:val="00550F0E"/>
    <w:rsid w:val="00551D83"/>
    <w:rsid w:val="0055361B"/>
    <w:rsid w:val="00555E4C"/>
    <w:rsid w:val="00560828"/>
    <w:rsid w:val="005630DB"/>
    <w:rsid w:val="00565C3D"/>
    <w:rsid w:val="00566631"/>
    <w:rsid w:val="005702BE"/>
    <w:rsid w:val="00573B35"/>
    <w:rsid w:val="00576E5D"/>
    <w:rsid w:val="00580D2E"/>
    <w:rsid w:val="00582190"/>
    <w:rsid w:val="00583BFE"/>
    <w:rsid w:val="005911E6"/>
    <w:rsid w:val="005911EE"/>
    <w:rsid w:val="005912E1"/>
    <w:rsid w:val="0059161B"/>
    <w:rsid w:val="00591DC0"/>
    <w:rsid w:val="005935A5"/>
    <w:rsid w:val="0059491E"/>
    <w:rsid w:val="0059682D"/>
    <w:rsid w:val="005A4BD0"/>
    <w:rsid w:val="005B0342"/>
    <w:rsid w:val="005B0A4F"/>
    <w:rsid w:val="005B1E30"/>
    <w:rsid w:val="005B5ED8"/>
    <w:rsid w:val="005C0303"/>
    <w:rsid w:val="005C290F"/>
    <w:rsid w:val="005C3A6A"/>
    <w:rsid w:val="005C7C9A"/>
    <w:rsid w:val="005D0942"/>
    <w:rsid w:val="005D3A44"/>
    <w:rsid w:val="005D574C"/>
    <w:rsid w:val="005E1C32"/>
    <w:rsid w:val="005E65BA"/>
    <w:rsid w:val="005F2D24"/>
    <w:rsid w:val="005F4759"/>
    <w:rsid w:val="005F6F4E"/>
    <w:rsid w:val="0060309F"/>
    <w:rsid w:val="00605A00"/>
    <w:rsid w:val="00606C61"/>
    <w:rsid w:val="00607791"/>
    <w:rsid w:val="00607B7E"/>
    <w:rsid w:val="006102C8"/>
    <w:rsid w:val="00610A39"/>
    <w:rsid w:val="00621392"/>
    <w:rsid w:val="00624167"/>
    <w:rsid w:val="00624665"/>
    <w:rsid w:val="0062571D"/>
    <w:rsid w:val="006316A2"/>
    <w:rsid w:val="00632AC0"/>
    <w:rsid w:val="00633239"/>
    <w:rsid w:val="00634A7C"/>
    <w:rsid w:val="006353A7"/>
    <w:rsid w:val="00640D96"/>
    <w:rsid w:val="00641F04"/>
    <w:rsid w:val="0064202B"/>
    <w:rsid w:val="006425BF"/>
    <w:rsid w:val="00642DA4"/>
    <w:rsid w:val="00643159"/>
    <w:rsid w:val="00644CA5"/>
    <w:rsid w:val="006475DE"/>
    <w:rsid w:val="00647939"/>
    <w:rsid w:val="00647CC6"/>
    <w:rsid w:val="00650168"/>
    <w:rsid w:val="006524BE"/>
    <w:rsid w:val="0065262E"/>
    <w:rsid w:val="006536F3"/>
    <w:rsid w:val="006542B2"/>
    <w:rsid w:val="00656124"/>
    <w:rsid w:val="00661990"/>
    <w:rsid w:val="00665330"/>
    <w:rsid w:val="00666B0C"/>
    <w:rsid w:val="00670054"/>
    <w:rsid w:val="0067084D"/>
    <w:rsid w:val="00670FEF"/>
    <w:rsid w:val="00671470"/>
    <w:rsid w:val="006749FB"/>
    <w:rsid w:val="00675BA5"/>
    <w:rsid w:val="00677F77"/>
    <w:rsid w:val="006805CF"/>
    <w:rsid w:val="00680D66"/>
    <w:rsid w:val="00681A06"/>
    <w:rsid w:val="006824A3"/>
    <w:rsid w:val="00690098"/>
    <w:rsid w:val="00690F98"/>
    <w:rsid w:val="006948A5"/>
    <w:rsid w:val="00695C3E"/>
    <w:rsid w:val="00696989"/>
    <w:rsid w:val="006A09AB"/>
    <w:rsid w:val="006A35F6"/>
    <w:rsid w:val="006A7CEA"/>
    <w:rsid w:val="006B0A2F"/>
    <w:rsid w:val="006B20F4"/>
    <w:rsid w:val="006B23D5"/>
    <w:rsid w:val="006B34BE"/>
    <w:rsid w:val="006B407B"/>
    <w:rsid w:val="006B56EC"/>
    <w:rsid w:val="006B69BA"/>
    <w:rsid w:val="006B6B1E"/>
    <w:rsid w:val="006C04F1"/>
    <w:rsid w:val="006C10EB"/>
    <w:rsid w:val="006C1859"/>
    <w:rsid w:val="006C4A71"/>
    <w:rsid w:val="006C679A"/>
    <w:rsid w:val="006C7922"/>
    <w:rsid w:val="006D109C"/>
    <w:rsid w:val="006D2C9D"/>
    <w:rsid w:val="006E0833"/>
    <w:rsid w:val="006E0940"/>
    <w:rsid w:val="006E0AFE"/>
    <w:rsid w:val="006E1244"/>
    <w:rsid w:val="006E4484"/>
    <w:rsid w:val="006E68A3"/>
    <w:rsid w:val="006F1B49"/>
    <w:rsid w:val="006F40EA"/>
    <w:rsid w:val="006F5A44"/>
    <w:rsid w:val="006F7823"/>
    <w:rsid w:val="00701332"/>
    <w:rsid w:val="007033E0"/>
    <w:rsid w:val="00704DD0"/>
    <w:rsid w:val="0070519A"/>
    <w:rsid w:val="007052AA"/>
    <w:rsid w:val="007053F8"/>
    <w:rsid w:val="0070698D"/>
    <w:rsid w:val="007070A7"/>
    <w:rsid w:val="00711CD2"/>
    <w:rsid w:val="007134D5"/>
    <w:rsid w:val="007136FF"/>
    <w:rsid w:val="007144F6"/>
    <w:rsid w:val="007149C8"/>
    <w:rsid w:val="00714DAD"/>
    <w:rsid w:val="0071662A"/>
    <w:rsid w:val="00716935"/>
    <w:rsid w:val="00723533"/>
    <w:rsid w:val="007244C9"/>
    <w:rsid w:val="00724BB2"/>
    <w:rsid w:val="00725188"/>
    <w:rsid w:val="007251C4"/>
    <w:rsid w:val="00730526"/>
    <w:rsid w:val="0073125A"/>
    <w:rsid w:val="0073185B"/>
    <w:rsid w:val="00732360"/>
    <w:rsid w:val="0073249B"/>
    <w:rsid w:val="0074166F"/>
    <w:rsid w:val="007419CF"/>
    <w:rsid w:val="007422F9"/>
    <w:rsid w:val="0074759A"/>
    <w:rsid w:val="00747790"/>
    <w:rsid w:val="00747C86"/>
    <w:rsid w:val="00750D1C"/>
    <w:rsid w:val="007528CF"/>
    <w:rsid w:val="00753A60"/>
    <w:rsid w:val="00756EE3"/>
    <w:rsid w:val="00756FE2"/>
    <w:rsid w:val="00757BD1"/>
    <w:rsid w:val="0076248A"/>
    <w:rsid w:val="007639EA"/>
    <w:rsid w:val="00764725"/>
    <w:rsid w:val="00764840"/>
    <w:rsid w:val="00764C6E"/>
    <w:rsid w:val="007657F8"/>
    <w:rsid w:val="00766493"/>
    <w:rsid w:val="00771513"/>
    <w:rsid w:val="00772CD4"/>
    <w:rsid w:val="0077381B"/>
    <w:rsid w:val="0077568B"/>
    <w:rsid w:val="00777655"/>
    <w:rsid w:val="00782A2D"/>
    <w:rsid w:val="00783D51"/>
    <w:rsid w:val="007863D0"/>
    <w:rsid w:val="0079008B"/>
    <w:rsid w:val="0079074A"/>
    <w:rsid w:val="007938CD"/>
    <w:rsid w:val="00796615"/>
    <w:rsid w:val="00797278"/>
    <w:rsid w:val="007A210F"/>
    <w:rsid w:val="007A3461"/>
    <w:rsid w:val="007A3F92"/>
    <w:rsid w:val="007A48A9"/>
    <w:rsid w:val="007B0BF5"/>
    <w:rsid w:val="007B1839"/>
    <w:rsid w:val="007B1CDA"/>
    <w:rsid w:val="007B2DC9"/>
    <w:rsid w:val="007B2E62"/>
    <w:rsid w:val="007B317C"/>
    <w:rsid w:val="007B3EED"/>
    <w:rsid w:val="007B4ED6"/>
    <w:rsid w:val="007B504E"/>
    <w:rsid w:val="007C0642"/>
    <w:rsid w:val="007C131B"/>
    <w:rsid w:val="007C1CEE"/>
    <w:rsid w:val="007C1DFC"/>
    <w:rsid w:val="007C2D25"/>
    <w:rsid w:val="007C487F"/>
    <w:rsid w:val="007D33D0"/>
    <w:rsid w:val="007D3A2A"/>
    <w:rsid w:val="007E0827"/>
    <w:rsid w:val="007E0FD1"/>
    <w:rsid w:val="007E3430"/>
    <w:rsid w:val="007E6692"/>
    <w:rsid w:val="007E7628"/>
    <w:rsid w:val="007F2674"/>
    <w:rsid w:val="007F2900"/>
    <w:rsid w:val="007F32C0"/>
    <w:rsid w:val="007F3822"/>
    <w:rsid w:val="007F3915"/>
    <w:rsid w:val="007F4083"/>
    <w:rsid w:val="007F48CA"/>
    <w:rsid w:val="007F6EE0"/>
    <w:rsid w:val="0080015F"/>
    <w:rsid w:val="00800F4E"/>
    <w:rsid w:val="00802403"/>
    <w:rsid w:val="00802AD6"/>
    <w:rsid w:val="00802B95"/>
    <w:rsid w:val="00802BC0"/>
    <w:rsid w:val="00804844"/>
    <w:rsid w:val="00804DD4"/>
    <w:rsid w:val="0080686B"/>
    <w:rsid w:val="0080718C"/>
    <w:rsid w:val="00810E31"/>
    <w:rsid w:val="008111CF"/>
    <w:rsid w:val="0081164F"/>
    <w:rsid w:val="00811B58"/>
    <w:rsid w:val="0081431C"/>
    <w:rsid w:val="00814777"/>
    <w:rsid w:val="00816E07"/>
    <w:rsid w:val="00823B95"/>
    <w:rsid w:val="00825B48"/>
    <w:rsid w:val="0082695E"/>
    <w:rsid w:val="008302D0"/>
    <w:rsid w:val="008315AC"/>
    <w:rsid w:val="00833240"/>
    <w:rsid w:val="00834888"/>
    <w:rsid w:val="00836757"/>
    <w:rsid w:val="00836B8F"/>
    <w:rsid w:val="008371A1"/>
    <w:rsid w:val="00837E8F"/>
    <w:rsid w:val="00840595"/>
    <w:rsid w:val="00842442"/>
    <w:rsid w:val="00844905"/>
    <w:rsid w:val="00845BB5"/>
    <w:rsid w:val="00847549"/>
    <w:rsid w:val="00850C11"/>
    <w:rsid w:val="0085377F"/>
    <w:rsid w:val="00854BE0"/>
    <w:rsid w:val="00856B69"/>
    <w:rsid w:val="008572C2"/>
    <w:rsid w:val="00860746"/>
    <w:rsid w:val="00864E59"/>
    <w:rsid w:val="00865B11"/>
    <w:rsid w:val="00867BEA"/>
    <w:rsid w:val="00867D12"/>
    <w:rsid w:val="008729A9"/>
    <w:rsid w:val="00875123"/>
    <w:rsid w:val="00875569"/>
    <w:rsid w:val="008758ED"/>
    <w:rsid w:val="00876507"/>
    <w:rsid w:val="0088078C"/>
    <w:rsid w:val="008817ED"/>
    <w:rsid w:val="00884F0E"/>
    <w:rsid w:val="0088624B"/>
    <w:rsid w:val="008917F9"/>
    <w:rsid w:val="00891899"/>
    <w:rsid w:val="00891F10"/>
    <w:rsid w:val="00896FFB"/>
    <w:rsid w:val="00897467"/>
    <w:rsid w:val="008A048D"/>
    <w:rsid w:val="008A22E3"/>
    <w:rsid w:val="008A4979"/>
    <w:rsid w:val="008A63BE"/>
    <w:rsid w:val="008B3851"/>
    <w:rsid w:val="008B504A"/>
    <w:rsid w:val="008B5925"/>
    <w:rsid w:val="008C1CE4"/>
    <w:rsid w:val="008C39E1"/>
    <w:rsid w:val="008C5630"/>
    <w:rsid w:val="008C59D1"/>
    <w:rsid w:val="008C6CCC"/>
    <w:rsid w:val="008D2855"/>
    <w:rsid w:val="008D4D58"/>
    <w:rsid w:val="008D6229"/>
    <w:rsid w:val="008D6447"/>
    <w:rsid w:val="008D6CEE"/>
    <w:rsid w:val="008D7D4B"/>
    <w:rsid w:val="008E0F1F"/>
    <w:rsid w:val="008E1050"/>
    <w:rsid w:val="008E2006"/>
    <w:rsid w:val="008E2161"/>
    <w:rsid w:val="008E39BB"/>
    <w:rsid w:val="008E62EE"/>
    <w:rsid w:val="008E67EC"/>
    <w:rsid w:val="008E68F8"/>
    <w:rsid w:val="008F4B1F"/>
    <w:rsid w:val="008F52BB"/>
    <w:rsid w:val="008F7B42"/>
    <w:rsid w:val="008F7D8D"/>
    <w:rsid w:val="009024DF"/>
    <w:rsid w:val="00905B62"/>
    <w:rsid w:val="0090607D"/>
    <w:rsid w:val="009060AF"/>
    <w:rsid w:val="00907691"/>
    <w:rsid w:val="00910828"/>
    <w:rsid w:val="00911BD5"/>
    <w:rsid w:val="00911E76"/>
    <w:rsid w:val="009137C0"/>
    <w:rsid w:val="00913EBA"/>
    <w:rsid w:val="00914A33"/>
    <w:rsid w:val="0091634D"/>
    <w:rsid w:val="00917F30"/>
    <w:rsid w:val="00917FA9"/>
    <w:rsid w:val="00924D1E"/>
    <w:rsid w:val="009253B9"/>
    <w:rsid w:val="00926415"/>
    <w:rsid w:val="00926910"/>
    <w:rsid w:val="00927A69"/>
    <w:rsid w:val="00930302"/>
    <w:rsid w:val="00931CF5"/>
    <w:rsid w:val="00934865"/>
    <w:rsid w:val="00935CD3"/>
    <w:rsid w:val="00936F21"/>
    <w:rsid w:val="00937273"/>
    <w:rsid w:val="00943A34"/>
    <w:rsid w:val="00944252"/>
    <w:rsid w:val="00947313"/>
    <w:rsid w:val="00951424"/>
    <w:rsid w:val="00953FA6"/>
    <w:rsid w:val="009550B7"/>
    <w:rsid w:val="009559A4"/>
    <w:rsid w:val="00957039"/>
    <w:rsid w:val="009570FC"/>
    <w:rsid w:val="00960D0B"/>
    <w:rsid w:val="0096295A"/>
    <w:rsid w:val="00962C6E"/>
    <w:rsid w:val="00966879"/>
    <w:rsid w:val="0096763D"/>
    <w:rsid w:val="0097125D"/>
    <w:rsid w:val="009731F8"/>
    <w:rsid w:val="0097352A"/>
    <w:rsid w:val="009740A8"/>
    <w:rsid w:val="00975988"/>
    <w:rsid w:val="0097734F"/>
    <w:rsid w:val="00977E7E"/>
    <w:rsid w:val="00980542"/>
    <w:rsid w:val="009812AB"/>
    <w:rsid w:val="00982789"/>
    <w:rsid w:val="0098318B"/>
    <w:rsid w:val="00985200"/>
    <w:rsid w:val="00986328"/>
    <w:rsid w:val="009923CE"/>
    <w:rsid w:val="0099360B"/>
    <w:rsid w:val="0099362A"/>
    <w:rsid w:val="0099397B"/>
    <w:rsid w:val="009952E6"/>
    <w:rsid w:val="009A05C6"/>
    <w:rsid w:val="009A13B2"/>
    <w:rsid w:val="009A18A2"/>
    <w:rsid w:val="009A2710"/>
    <w:rsid w:val="009A5F8E"/>
    <w:rsid w:val="009A68BE"/>
    <w:rsid w:val="009A781F"/>
    <w:rsid w:val="009B0787"/>
    <w:rsid w:val="009B0E77"/>
    <w:rsid w:val="009B19C5"/>
    <w:rsid w:val="009B2117"/>
    <w:rsid w:val="009B6F47"/>
    <w:rsid w:val="009C0881"/>
    <w:rsid w:val="009C0B12"/>
    <w:rsid w:val="009C44B9"/>
    <w:rsid w:val="009C48B2"/>
    <w:rsid w:val="009C4FC2"/>
    <w:rsid w:val="009C7F61"/>
    <w:rsid w:val="009D004A"/>
    <w:rsid w:val="009D43B6"/>
    <w:rsid w:val="009D4CD4"/>
    <w:rsid w:val="009D552E"/>
    <w:rsid w:val="009D6691"/>
    <w:rsid w:val="009E0EDC"/>
    <w:rsid w:val="009E2549"/>
    <w:rsid w:val="009E321A"/>
    <w:rsid w:val="009E5405"/>
    <w:rsid w:val="009E5A46"/>
    <w:rsid w:val="009E740B"/>
    <w:rsid w:val="009F01CA"/>
    <w:rsid w:val="009F04CE"/>
    <w:rsid w:val="009F0B84"/>
    <w:rsid w:val="009F26D4"/>
    <w:rsid w:val="009F5879"/>
    <w:rsid w:val="009F6D89"/>
    <w:rsid w:val="009F7516"/>
    <w:rsid w:val="00A0265B"/>
    <w:rsid w:val="00A03B6E"/>
    <w:rsid w:val="00A044C4"/>
    <w:rsid w:val="00A061E8"/>
    <w:rsid w:val="00A0759D"/>
    <w:rsid w:val="00A10851"/>
    <w:rsid w:val="00A137CD"/>
    <w:rsid w:val="00A16069"/>
    <w:rsid w:val="00A16756"/>
    <w:rsid w:val="00A20324"/>
    <w:rsid w:val="00A206F7"/>
    <w:rsid w:val="00A22E5C"/>
    <w:rsid w:val="00A30220"/>
    <w:rsid w:val="00A303B3"/>
    <w:rsid w:val="00A31ED4"/>
    <w:rsid w:val="00A33CE1"/>
    <w:rsid w:val="00A35C2C"/>
    <w:rsid w:val="00A41A54"/>
    <w:rsid w:val="00A42A78"/>
    <w:rsid w:val="00A4343C"/>
    <w:rsid w:val="00A457A6"/>
    <w:rsid w:val="00A46208"/>
    <w:rsid w:val="00A468A2"/>
    <w:rsid w:val="00A52164"/>
    <w:rsid w:val="00A540CE"/>
    <w:rsid w:val="00A54134"/>
    <w:rsid w:val="00A556E1"/>
    <w:rsid w:val="00A602DC"/>
    <w:rsid w:val="00A6240B"/>
    <w:rsid w:val="00A710A7"/>
    <w:rsid w:val="00A752B9"/>
    <w:rsid w:val="00A75B7D"/>
    <w:rsid w:val="00A77B58"/>
    <w:rsid w:val="00A80F28"/>
    <w:rsid w:val="00A83119"/>
    <w:rsid w:val="00A83AA5"/>
    <w:rsid w:val="00A83AE3"/>
    <w:rsid w:val="00A844A1"/>
    <w:rsid w:val="00A87F54"/>
    <w:rsid w:val="00A90B8E"/>
    <w:rsid w:val="00A91D07"/>
    <w:rsid w:val="00A925A5"/>
    <w:rsid w:val="00A92951"/>
    <w:rsid w:val="00A94D24"/>
    <w:rsid w:val="00A94FBB"/>
    <w:rsid w:val="00A967D7"/>
    <w:rsid w:val="00A9728D"/>
    <w:rsid w:val="00A97B3E"/>
    <w:rsid w:val="00AA14CE"/>
    <w:rsid w:val="00AA207D"/>
    <w:rsid w:val="00AA274B"/>
    <w:rsid w:val="00AB2CE0"/>
    <w:rsid w:val="00AB6597"/>
    <w:rsid w:val="00AC0062"/>
    <w:rsid w:val="00AC152D"/>
    <w:rsid w:val="00AC1E92"/>
    <w:rsid w:val="00AC3D2E"/>
    <w:rsid w:val="00AD2BD3"/>
    <w:rsid w:val="00AD460A"/>
    <w:rsid w:val="00AD46DA"/>
    <w:rsid w:val="00AD4F5E"/>
    <w:rsid w:val="00AD51D4"/>
    <w:rsid w:val="00AD6468"/>
    <w:rsid w:val="00AD7508"/>
    <w:rsid w:val="00AE2451"/>
    <w:rsid w:val="00AE2570"/>
    <w:rsid w:val="00AE28E6"/>
    <w:rsid w:val="00AE41DF"/>
    <w:rsid w:val="00AE442F"/>
    <w:rsid w:val="00AE5370"/>
    <w:rsid w:val="00AF20DD"/>
    <w:rsid w:val="00AF25E8"/>
    <w:rsid w:val="00AF2E31"/>
    <w:rsid w:val="00AF3AB7"/>
    <w:rsid w:val="00AF3BEA"/>
    <w:rsid w:val="00AF5000"/>
    <w:rsid w:val="00B030BE"/>
    <w:rsid w:val="00B04801"/>
    <w:rsid w:val="00B049E5"/>
    <w:rsid w:val="00B06FDA"/>
    <w:rsid w:val="00B137DD"/>
    <w:rsid w:val="00B1745C"/>
    <w:rsid w:val="00B17CFC"/>
    <w:rsid w:val="00B21361"/>
    <w:rsid w:val="00B2304D"/>
    <w:rsid w:val="00B2528F"/>
    <w:rsid w:val="00B300B6"/>
    <w:rsid w:val="00B301E7"/>
    <w:rsid w:val="00B303F6"/>
    <w:rsid w:val="00B3198E"/>
    <w:rsid w:val="00B3389F"/>
    <w:rsid w:val="00B34035"/>
    <w:rsid w:val="00B41FE7"/>
    <w:rsid w:val="00B434BD"/>
    <w:rsid w:val="00B44D8D"/>
    <w:rsid w:val="00B53FB6"/>
    <w:rsid w:val="00B55688"/>
    <w:rsid w:val="00B563F7"/>
    <w:rsid w:val="00B56647"/>
    <w:rsid w:val="00B56E0A"/>
    <w:rsid w:val="00B5729F"/>
    <w:rsid w:val="00B60BDE"/>
    <w:rsid w:val="00B637FB"/>
    <w:rsid w:val="00B67DD6"/>
    <w:rsid w:val="00B7285D"/>
    <w:rsid w:val="00B73E5B"/>
    <w:rsid w:val="00B7709C"/>
    <w:rsid w:val="00B773F0"/>
    <w:rsid w:val="00B842B7"/>
    <w:rsid w:val="00B852EF"/>
    <w:rsid w:val="00B86EFB"/>
    <w:rsid w:val="00B878B9"/>
    <w:rsid w:val="00B90629"/>
    <w:rsid w:val="00B9091B"/>
    <w:rsid w:val="00B91332"/>
    <w:rsid w:val="00B94707"/>
    <w:rsid w:val="00B961EA"/>
    <w:rsid w:val="00B97A42"/>
    <w:rsid w:val="00BA01BE"/>
    <w:rsid w:val="00BA1CA9"/>
    <w:rsid w:val="00BA2F36"/>
    <w:rsid w:val="00BA401A"/>
    <w:rsid w:val="00BB1359"/>
    <w:rsid w:val="00BB214D"/>
    <w:rsid w:val="00BB269B"/>
    <w:rsid w:val="00BB3C7D"/>
    <w:rsid w:val="00BB3CE6"/>
    <w:rsid w:val="00BB63C4"/>
    <w:rsid w:val="00BB6C31"/>
    <w:rsid w:val="00BB6D16"/>
    <w:rsid w:val="00BC321E"/>
    <w:rsid w:val="00BC52B8"/>
    <w:rsid w:val="00BC68FC"/>
    <w:rsid w:val="00BD0508"/>
    <w:rsid w:val="00BD7A69"/>
    <w:rsid w:val="00BE1DDE"/>
    <w:rsid w:val="00BE4954"/>
    <w:rsid w:val="00BE4D60"/>
    <w:rsid w:val="00BE6E0F"/>
    <w:rsid w:val="00BF2983"/>
    <w:rsid w:val="00C01849"/>
    <w:rsid w:val="00C02242"/>
    <w:rsid w:val="00C02C71"/>
    <w:rsid w:val="00C03330"/>
    <w:rsid w:val="00C041F7"/>
    <w:rsid w:val="00C06CD0"/>
    <w:rsid w:val="00C117B8"/>
    <w:rsid w:val="00C1196B"/>
    <w:rsid w:val="00C11C21"/>
    <w:rsid w:val="00C127CB"/>
    <w:rsid w:val="00C13EF2"/>
    <w:rsid w:val="00C148ED"/>
    <w:rsid w:val="00C15479"/>
    <w:rsid w:val="00C1593A"/>
    <w:rsid w:val="00C15DCA"/>
    <w:rsid w:val="00C20EA6"/>
    <w:rsid w:val="00C23348"/>
    <w:rsid w:val="00C236CF"/>
    <w:rsid w:val="00C24254"/>
    <w:rsid w:val="00C251C0"/>
    <w:rsid w:val="00C2521D"/>
    <w:rsid w:val="00C31540"/>
    <w:rsid w:val="00C316BB"/>
    <w:rsid w:val="00C32EA4"/>
    <w:rsid w:val="00C33BCB"/>
    <w:rsid w:val="00C35143"/>
    <w:rsid w:val="00C35154"/>
    <w:rsid w:val="00C408F0"/>
    <w:rsid w:val="00C4290A"/>
    <w:rsid w:val="00C43418"/>
    <w:rsid w:val="00C46128"/>
    <w:rsid w:val="00C4794F"/>
    <w:rsid w:val="00C47D1C"/>
    <w:rsid w:val="00C50EE1"/>
    <w:rsid w:val="00C50F01"/>
    <w:rsid w:val="00C5120D"/>
    <w:rsid w:val="00C53B7B"/>
    <w:rsid w:val="00C56CA8"/>
    <w:rsid w:val="00C61DE2"/>
    <w:rsid w:val="00C63A5F"/>
    <w:rsid w:val="00C65785"/>
    <w:rsid w:val="00C65CC2"/>
    <w:rsid w:val="00C66A50"/>
    <w:rsid w:val="00C66E24"/>
    <w:rsid w:val="00C67DF9"/>
    <w:rsid w:val="00C71121"/>
    <w:rsid w:val="00C752EF"/>
    <w:rsid w:val="00C753A3"/>
    <w:rsid w:val="00C77CCF"/>
    <w:rsid w:val="00C8240F"/>
    <w:rsid w:val="00C8426C"/>
    <w:rsid w:val="00C84CC4"/>
    <w:rsid w:val="00C87131"/>
    <w:rsid w:val="00C91475"/>
    <w:rsid w:val="00C91944"/>
    <w:rsid w:val="00C91974"/>
    <w:rsid w:val="00C92338"/>
    <w:rsid w:val="00C97175"/>
    <w:rsid w:val="00CA0E90"/>
    <w:rsid w:val="00CA2537"/>
    <w:rsid w:val="00CA499F"/>
    <w:rsid w:val="00CA4AA0"/>
    <w:rsid w:val="00CA6BEE"/>
    <w:rsid w:val="00CC0888"/>
    <w:rsid w:val="00CC0CD4"/>
    <w:rsid w:val="00CC16D9"/>
    <w:rsid w:val="00CC226C"/>
    <w:rsid w:val="00CC2749"/>
    <w:rsid w:val="00CC35F7"/>
    <w:rsid w:val="00CC3691"/>
    <w:rsid w:val="00CC369D"/>
    <w:rsid w:val="00CC3E07"/>
    <w:rsid w:val="00CC636C"/>
    <w:rsid w:val="00CC68C5"/>
    <w:rsid w:val="00CC72C2"/>
    <w:rsid w:val="00CC7652"/>
    <w:rsid w:val="00CC79EC"/>
    <w:rsid w:val="00CD03AA"/>
    <w:rsid w:val="00CD6D9A"/>
    <w:rsid w:val="00CE094C"/>
    <w:rsid w:val="00CE6146"/>
    <w:rsid w:val="00CF20CB"/>
    <w:rsid w:val="00CF3851"/>
    <w:rsid w:val="00CF663C"/>
    <w:rsid w:val="00CF72B8"/>
    <w:rsid w:val="00CF7C34"/>
    <w:rsid w:val="00D03C44"/>
    <w:rsid w:val="00D067ED"/>
    <w:rsid w:val="00D12E19"/>
    <w:rsid w:val="00D15B3E"/>
    <w:rsid w:val="00D23EF2"/>
    <w:rsid w:val="00D2455E"/>
    <w:rsid w:val="00D250E1"/>
    <w:rsid w:val="00D25C88"/>
    <w:rsid w:val="00D348A1"/>
    <w:rsid w:val="00D35C1D"/>
    <w:rsid w:val="00D36AA4"/>
    <w:rsid w:val="00D3736C"/>
    <w:rsid w:val="00D43CA5"/>
    <w:rsid w:val="00D45579"/>
    <w:rsid w:val="00D46390"/>
    <w:rsid w:val="00D469BC"/>
    <w:rsid w:val="00D53A8E"/>
    <w:rsid w:val="00D55F4E"/>
    <w:rsid w:val="00D56785"/>
    <w:rsid w:val="00D57045"/>
    <w:rsid w:val="00D61FE0"/>
    <w:rsid w:val="00D64413"/>
    <w:rsid w:val="00D6699D"/>
    <w:rsid w:val="00D674BC"/>
    <w:rsid w:val="00D71A99"/>
    <w:rsid w:val="00D71E80"/>
    <w:rsid w:val="00D75018"/>
    <w:rsid w:val="00D758AF"/>
    <w:rsid w:val="00D76A1A"/>
    <w:rsid w:val="00D76CA3"/>
    <w:rsid w:val="00D80B10"/>
    <w:rsid w:val="00D81EEB"/>
    <w:rsid w:val="00D823BC"/>
    <w:rsid w:val="00D83E6E"/>
    <w:rsid w:val="00D84BFB"/>
    <w:rsid w:val="00D84DE1"/>
    <w:rsid w:val="00D9351A"/>
    <w:rsid w:val="00D936C7"/>
    <w:rsid w:val="00D95556"/>
    <w:rsid w:val="00DA0EDB"/>
    <w:rsid w:val="00DA1779"/>
    <w:rsid w:val="00DA2B63"/>
    <w:rsid w:val="00DA2C07"/>
    <w:rsid w:val="00DA404E"/>
    <w:rsid w:val="00DB0962"/>
    <w:rsid w:val="00DB46B7"/>
    <w:rsid w:val="00DB5721"/>
    <w:rsid w:val="00DB7C93"/>
    <w:rsid w:val="00DC1372"/>
    <w:rsid w:val="00DC1598"/>
    <w:rsid w:val="00DC28A5"/>
    <w:rsid w:val="00DC2A94"/>
    <w:rsid w:val="00DC3C9D"/>
    <w:rsid w:val="00DC48CD"/>
    <w:rsid w:val="00DC6E05"/>
    <w:rsid w:val="00DC7C9D"/>
    <w:rsid w:val="00DD11F1"/>
    <w:rsid w:val="00DD1950"/>
    <w:rsid w:val="00DD4200"/>
    <w:rsid w:val="00DD5804"/>
    <w:rsid w:val="00DD58E2"/>
    <w:rsid w:val="00DD5AAE"/>
    <w:rsid w:val="00DD6632"/>
    <w:rsid w:val="00DD6B78"/>
    <w:rsid w:val="00DD777C"/>
    <w:rsid w:val="00DE054C"/>
    <w:rsid w:val="00DE1D93"/>
    <w:rsid w:val="00DE1EAE"/>
    <w:rsid w:val="00DE34C4"/>
    <w:rsid w:val="00DE4356"/>
    <w:rsid w:val="00DE4F8C"/>
    <w:rsid w:val="00DE70E6"/>
    <w:rsid w:val="00DE79B1"/>
    <w:rsid w:val="00DE7CCE"/>
    <w:rsid w:val="00DF48A8"/>
    <w:rsid w:val="00DF603F"/>
    <w:rsid w:val="00DF6848"/>
    <w:rsid w:val="00E009C4"/>
    <w:rsid w:val="00E01796"/>
    <w:rsid w:val="00E02DEF"/>
    <w:rsid w:val="00E06EC3"/>
    <w:rsid w:val="00E1002A"/>
    <w:rsid w:val="00E1111B"/>
    <w:rsid w:val="00E11B50"/>
    <w:rsid w:val="00E11C9F"/>
    <w:rsid w:val="00E14B5F"/>
    <w:rsid w:val="00E14B94"/>
    <w:rsid w:val="00E154CF"/>
    <w:rsid w:val="00E20CC5"/>
    <w:rsid w:val="00E22137"/>
    <w:rsid w:val="00E22553"/>
    <w:rsid w:val="00E26123"/>
    <w:rsid w:val="00E26847"/>
    <w:rsid w:val="00E272B7"/>
    <w:rsid w:val="00E33631"/>
    <w:rsid w:val="00E33D88"/>
    <w:rsid w:val="00E34EDB"/>
    <w:rsid w:val="00E40737"/>
    <w:rsid w:val="00E40C76"/>
    <w:rsid w:val="00E453E0"/>
    <w:rsid w:val="00E45DEE"/>
    <w:rsid w:val="00E4790F"/>
    <w:rsid w:val="00E47F13"/>
    <w:rsid w:val="00E50CDE"/>
    <w:rsid w:val="00E516DF"/>
    <w:rsid w:val="00E51D7B"/>
    <w:rsid w:val="00E526C6"/>
    <w:rsid w:val="00E52D66"/>
    <w:rsid w:val="00E538AD"/>
    <w:rsid w:val="00E543C3"/>
    <w:rsid w:val="00E54CF7"/>
    <w:rsid w:val="00E55E7D"/>
    <w:rsid w:val="00E5659B"/>
    <w:rsid w:val="00E61657"/>
    <w:rsid w:val="00E61AE1"/>
    <w:rsid w:val="00E61F57"/>
    <w:rsid w:val="00E61FCD"/>
    <w:rsid w:val="00E629CA"/>
    <w:rsid w:val="00E6621E"/>
    <w:rsid w:val="00E676DB"/>
    <w:rsid w:val="00E718B4"/>
    <w:rsid w:val="00E73E38"/>
    <w:rsid w:val="00E757DB"/>
    <w:rsid w:val="00E76C4B"/>
    <w:rsid w:val="00E8019B"/>
    <w:rsid w:val="00E806CD"/>
    <w:rsid w:val="00E8163A"/>
    <w:rsid w:val="00E81734"/>
    <w:rsid w:val="00E81F33"/>
    <w:rsid w:val="00E8308B"/>
    <w:rsid w:val="00E8354E"/>
    <w:rsid w:val="00E86190"/>
    <w:rsid w:val="00E876CC"/>
    <w:rsid w:val="00E90995"/>
    <w:rsid w:val="00E91815"/>
    <w:rsid w:val="00E91E53"/>
    <w:rsid w:val="00E93441"/>
    <w:rsid w:val="00E94775"/>
    <w:rsid w:val="00E96979"/>
    <w:rsid w:val="00E96B9E"/>
    <w:rsid w:val="00E97AFE"/>
    <w:rsid w:val="00E97D83"/>
    <w:rsid w:val="00EA058B"/>
    <w:rsid w:val="00EA0ACB"/>
    <w:rsid w:val="00EA136B"/>
    <w:rsid w:val="00EA13D2"/>
    <w:rsid w:val="00EA2C70"/>
    <w:rsid w:val="00EA4F20"/>
    <w:rsid w:val="00EA6265"/>
    <w:rsid w:val="00EA6FA6"/>
    <w:rsid w:val="00EA723B"/>
    <w:rsid w:val="00EA7608"/>
    <w:rsid w:val="00EA7F37"/>
    <w:rsid w:val="00EB2D06"/>
    <w:rsid w:val="00EB4114"/>
    <w:rsid w:val="00EC205B"/>
    <w:rsid w:val="00EC2278"/>
    <w:rsid w:val="00EC3B53"/>
    <w:rsid w:val="00EC5581"/>
    <w:rsid w:val="00EC7D2E"/>
    <w:rsid w:val="00ED0B80"/>
    <w:rsid w:val="00ED1D82"/>
    <w:rsid w:val="00EE1D5E"/>
    <w:rsid w:val="00EE4E7A"/>
    <w:rsid w:val="00EE5EFF"/>
    <w:rsid w:val="00EF14BE"/>
    <w:rsid w:val="00EF2A89"/>
    <w:rsid w:val="00EF2F8D"/>
    <w:rsid w:val="00EF3740"/>
    <w:rsid w:val="00EF4404"/>
    <w:rsid w:val="00EF4C41"/>
    <w:rsid w:val="00EF73E6"/>
    <w:rsid w:val="00F00D39"/>
    <w:rsid w:val="00F0518B"/>
    <w:rsid w:val="00F0521C"/>
    <w:rsid w:val="00F05622"/>
    <w:rsid w:val="00F06554"/>
    <w:rsid w:val="00F11F68"/>
    <w:rsid w:val="00F15ACC"/>
    <w:rsid w:val="00F16CEA"/>
    <w:rsid w:val="00F16ED8"/>
    <w:rsid w:val="00F17A81"/>
    <w:rsid w:val="00F22E4A"/>
    <w:rsid w:val="00F239FF"/>
    <w:rsid w:val="00F25CA7"/>
    <w:rsid w:val="00F3107B"/>
    <w:rsid w:val="00F31875"/>
    <w:rsid w:val="00F32B80"/>
    <w:rsid w:val="00F32FD1"/>
    <w:rsid w:val="00F40527"/>
    <w:rsid w:val="00F4385B"/>
    <w:rsid w:val="00F446F2"/>
    <w:rsid w:val="00F465D5"/>
    <w:rsid w:val="00F46736"/>
    <w:rsid w:val="00F472D2"/>
    <w:rsid w:val="00F47CF7"/>
    <w:rsid w:val="00F47D3A"/>
    <w:rsid w:val="00F53D28"/>
    <w:rsid w:val="00F53E6E"/>
    <w:rsid w:val="00F54490"/>
    <w:rsid w:val="00F55799"/>
    <w:rsid w:val="00F56A39"/>
    <w:rsid w:val="00F57338"/>
    <w:rsid w:val="00F5736A"/>
    <w:rsid w:val="00F609B4"/>
    <w:rsid w:val="00F61E9B"/>
    <w:rsid w:val="00F644E8"/>
    <w:rsid w:val="00F64FBF"/>
    <w:rsid w:val="00F65C9A"/>
    <w:rsid w:val="00F65D60"/>
    <w:rsid w:val="00F70EEC"/>
    <w:rsid w:val="00F71F32"/>
    <w:rsid w:val="00F72080"/>
    <w:rsid w:val="00F80EDD"/>
    <w:rsid w:val="00F81D6E"/>
    <w:rsid w:val="00F85479"/>
    <w:rsid w:val="00F90F44"/>
    <w:rsid w:val="00F9316D"/>
    <w:rsid w:val="00F97522"/>
    <w:rsid w:val="00F97F0D"/>
    <w:rsid w:val="00FA2C38"/>
    <w:rsid w:val="00FA5BC9"/>
    <w:rsid w:val="00FB04B3"/>
    <w:rsid w:val="00FB2876"/>
    <w:rsid w:val="00FB3745"/>
    <w:rsid w:val="00FB3756"/>
    <w:rsid w:val="00FB73E1"/>
    <w:rsid w:val="00FB777A"/>
    <w:rsid w:val="00FC0E6A"/>
    <w:rsid w:val="00FC2081"/>
    <w:rsid w:val="00FC210A"/>
    <w:rsid w:val="00FC3508"/>
    <w:rsid w:val="00FC36F9"/>
    <w:rsid w:val="00FC3BEC"/>
    <w:rsid w:val="00FC761F"/>
    <w:rsid w:val="00FD13EF"/>
    <w:rsid w:val="00FD1AD8"/>
    <w:rsid w:val="00FD2708"/>
    <w:rsid w:val="00FD4033"/>
    <w:rsid w:val="00FD4756"/>
    <w:rsid w:val="00FD54DA"/>
    <w:rsid w:val="00FD56BE"/>
    <w:rsid w:val="00FE0CDF"/>
    <w:rsid w:val="00FE0D5D"/>
    <w:rsid w:val="00FE1AAC"/>
    <w:rsid w:val="00FE22F5"/>
    <w:rsid w:val="00FE60CF"/>
    <w:rsid w:val="00FE73EE"/>
    <w:rsid w:val="00FF0D09"/>
    <w:rsid w:val="00FF3C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57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322</Words>
  <Characters>1836</Characters>
  <Application>Microsoft Office Word</Application>
  <DocSecurity>0</DocSecurity>
  <Lines>15</Lines>
  <Paragraphs>4</Paragraphs>
  <ScaleCrop>false</ScaleCrop>
  <Company>mycomputer</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侯建树</dc:creator>
  <cp:lastModifiedBy>侯建树</cp:lastModifiedBy>
  <cp:revision>1</cp:revision>
  <dcterms:created xsi:type="dcterms:W3CDTF">2018-08-29T07:53:00Z</dcterms:created>
  <dcterms:modified xsi:type="dcterms:W3CDTF">2018-08-29T07:54:00Z</dcterms:modified>
</cp:coreProperties>
</file>